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629B7" w14:textId="77777777" w:rsidR="00CF2826" w:rsidRDefault="00CF2826" w:rsidP="001E4F6C">
      <w:pPr>
        <w:pStyle w:val="UntertitelOrange"/>
        <w:rPr>
          <w:rStyle w:val="UntertitelZchn"/>
          <w:b/>
          <w:bCs/>
        </w:rPr>
      </w:pPr>
      <w:bookmarkStart w:id="0" w:name="_OneOffixxOpenAt"/>
    </w:p>
    <w:p w14:paraId="20468F50" w14:textId="77777777" w:rsidR="00CF2826" w:rsidRDefault="00CF2826" w:rsidP="001E4F6C">
      <w:pPr>
        <w:pStyle w:val="UntertitelOrange"/>
        <w:rPr>
          <w:rStyle w:val="UntertitelZchn"/>
          <w:b/>
          <w:bCs/>
        </w:rPr>
      </w:pPr>
    </w:p>
    <w:p w14:paraId="384FD609" w14:textId="77777777" w:rsidR="00CF2826" w:rsidRDefault="00CF2826" w:rsidP="001E4F6C">
      <w:pPr>
        <w:pStyle w:val="UntertitelOrange"/>
        <w:rPr>
          <w:rStyle w:val="UntertitelZchn"/>
          <w:b/>
          <w:bCs/>
        </w:rPr>
      </w:pPr>
    </w:p>
    <w:p w14:paraId="5D270407" w14:textId="6DDD144A" w:rsidR="001E4F6C" w:rsidRPr="003F6F47" w:rsidRDefault="001E4F6C" w:rsidP="001E4F6C">
      <w:pPr>
        <w:pStyle w:val="UntertitelOrange"/>
      </w:pPr>
      <w:r w:rsidRPr="001E4F6C">
        <w:rPr>
          <w:rStyle w:val="UntertitelZchn"/>
          <w:b/>
          <w:bCs/>
        </w:rPr>
        <w:t>Factsheet</w:t>
      </w:r>
      <w:r w:rsidRPr="001E4F6C">
        <w:rPr>
          <w:rStyle w:val="UntertitelZchn"/>
        </w:rPr>
        <w:t xml:space="preserve"> •</w:t>
      </w:r>
      <w:r w:rsidRPr="001E4F6C">
        <w:rPr>
          <w:rStyle w:val="UntertitelOrangeZchn"/>
          <w:b/>
          <w:bCs/>
        </w:rPr>
        <w:t xml:space="preserve"> </w:t>
      </w:r>
      <w:r w:rsidR="00CF2826">
        <w:rPr>
          <w:rStyle w:val="UntertitelOrangeZchn"/>
          <w:b/>
          <w:bCs/>
        </w:rPr>
        <w:t>Pressebilder</w:t>
      </w:r>
    </w:p>
    <w:p w14:paraId="3CD26BFE" w14:textId="5DD1901F" w:rsidR="001E4F6C" w:rsidRPr="00066371" w:rsidRDefault="00CF2826" w:rsidP="000008D9">
      <w:pPr>
        <w:pStyle w:val="Titel"/>
        <w:rPr>
          <w:rFonts w:ascii="Effra" w:hAnsi="Effra" w:cs="Effra"/>
        </w:rPr>
      </w:pPr>
      <w:r>
        <w:t>Verwendung Bildmaterial</w:t>
      </w:r>
    </w:p>
    <w:p w14:paraId="38CBD2B8" w14:textId="6ACFBF90" w:rsidR="001E4F6C" w:rsidRPr="00CF2826" w:rsidRDefault="00CF2826" w:rsidP="00CF2826">
      <w:pPr>
        <w:pStyle w:val="Lauftext"/>
      </w:pPr>
      <w:r w:rsidRPr="00CF2826">
        <w:t>Gerne können die Bilder d</w:t>
      </w:r>
      <w:r>
        <w:t>es Kaufmännischen Verbands für Medienzwecke verwendet werden. Bitte jeweils unter folgende Quellenangabe:</w:t>
      </w:r>
    </w:p>
    <w:p w14:paraId="2AB4D595" w14:textId="7FF8C136" w:rsidR="001E4F6C" w:rsidRDefault="00CF2826" w:rsidP="00CF2826">
      <w:pPr>
        <w:pStyle w:val="Lead"/>
      </w:pPr>
      <w:r>
        <w:t xml:space="preserve">Quelle: Kaufmännischer Verband Schweiz/Merlin </w:t>
      </w:r>
      <w:proofErr w:type="spellStart"/>
      <w:r>
        <w:t>Photography</w:t>
      </w:r>
      <w:proofErr w:type="spellEnd"/>
      <w:r>
        <w:t xml:space="preserve"> Ltd.</w:t>
      </w:r>
    </w:p>
    <w:p w14:paraId="05192B9B" w14:textId="25C18259" w:rsidR="00CF2826" w:rsidRDefault="00CF2826" w:rsidP="00CF2826"/>
    <w:p w14:paraId="0BB26275" w14:textId="7E1DEFE3" w:rsidR="005E76E9" w:rsidRDefault="00F81190" w:rsidP="00CF2826">
      <w:r>
        <w:t xml:space="preserve">Besten Dank. </w:t>
      </w:r>
    </w:p>
    <w:p w14:paraId="32863505" w14:textId="27DF6DDC" w:rsidR="001E4F6C" w:rsidRDefault="001E4F6C" w:rsidP="001E4F6C"/>
    <w:p w14:paraId="41864F2E" w14:textId="1E561C40" w:rsidR="00F81190" w:rsidRDefault="00F81190" w:rsidP="001E4F6C"/>
    <w:p w14:paraId="68867899" w14:textId="5BD3E881" w:rsidR="00F81190" w:rsidRDefault="00F81190" w:rsidP="001E4F6C"/>
    <w:p w14:paraId="6B8B9160" w14:textId="6E92C98A" w:rsidR="00F81190" w:rsidRDefault="00F81190" w:rsidP="001E4F6C"/>
    <w:p w14:paraId="104AB789" w14:textId="34FC38A0" w:rsidR="00F81190" w:rsidRDefault="00F81190" w:rsidP="001E4F6C"/>
    <w:p w14:paraId="4B1528F7" w14:textId="77777777" w:rsidR="00F81190" w:rsidRDefault="00F81190" w:rsidP="001E4F6C"/>
    <w:p w14:paraId="3D291260" w14:textId="4313AA38" w:rsidR="00CF2826" w:rsidRDefault="00CF2826" w:rsidP="001E4F6C"/>
    <w:p w14:paraId="6E5E85F7" w14:textId="77777777" w:rsidR="00CF2826" w:rsidRDefault="00CF2826" w:rsidP="001E4F6C"/>
    <w:p w14:paraId="6474D12A" w14:textId="255A9A9B" w:rsidR="001E4F6C" w:rsidRDefault="001E4F6C" w:rsidP="001E4F6C"/>
    <w:p w14:paraId="1FE9F165" w14:textId="77777777" w:rsidR="001E4F6C" w:rsidRPr="00AC5F7A" w:rsidRDefault="001E4F6C" w:rsidP="001E4F6C"/>
    <w:tbl>
      <w:tblPr>
        <w:tblW w:w="907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8079"/>
      </w:tblGrid>
      <w:tr w:rsidR="001E4F6C" w:rsidRPr="001E4F6C" w14:paraId="63CDD49C" w14:textId="77777777" w:rsidTr="00A332C8">
        <w:trPr>
          <w:trHeight w:val="442"/>
        </w:trPr>
        <w:tc>
          <w:tcPr>
            <w:tcW w:w="993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  <w:hideMark/>
          </w:tcPr>
          <w:bookmarkEnd w:id="0"/>
          <w:p w14:paraId="1BFCE971" w14:textId="77777777" w:rsidR="001E4F6C" w:rsidRPr="001E4F6C" w:rsidRDefault="001E4F6C" w:rsidP="00AD7711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1E4F6C">
              <w:rPr>
                <w:rFonts w:ascii="Arial" w:hAnsi="Arial" w:cs="Arial"/>
                <w:b/>
                <w:sz w:val="16"/>
                <w:szCs w:val="16"/>
              </w:rPr>
              <w:t>Kontakt</w:t>
            </w:r>
          </w:p>
        </w:tc>
        <w:tc>
          <w:tcPr>
            <w:tcW w:w="8079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  <w:hideMark/>
          </w:tcPr>
          <w:p w14:paraId="50944953" w14:textId="3AA71380" w:rsidR="001E4F6C" w:rsidRPr="001E4F6C" w:rsidRDefault="00CF2826" w:rsidP="00AD7711">
            <w:pPr>
              <w:spacing w:before="120"/>
              <w:rPr>
                <w:rFonts w:ascii="Arial" w:hAnsi="Arial" w:cs="Arial"/>
                <w:b/>
                <w:i/>
                <w:color w:val="F39100" w:themeColor="accent2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Kaufmännischer Verband, Kommunikation</w:t>
            </w:r>
            <w:r w:rsidR="001E4F6C" w:rsidRPr="001E4F6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E4F6C" w:rsidRPr="001E4F6C">
              <w:rPr>
                <w:rFonts w:ascii="Arial" w:hAnsi="Arial" w:cs="Arial"/>
                <w:b/>
                <w:color w:val="EB8B2D"/>
                <w:sz w:val="16"/>
                <w:szCs w:val="16"/>
              </w:rPr>
              <w:t>•</w:t>
            </w:r>
            <w:r w:rsidR="001E4F6C" w:rsidRPr="001E4F6C">
              <w:rPr>
                <w:rFonts w:ascii="Arial" w:hAnsi="Arial" w:cs="Arial"/>
                <w:b/>
                <w:sz w:val="16"/>
                <w:szCs w:val="16"/>
              </w:rPr>
              <w:t xml:space="preserve"> T +41 44 283 45 </w:t>
            </w:r>
            <w:r>
              <w:rPr>
                <w:rFonts w:ascii="Arial" w:hAnsi="Arial" w:cs="Arial"/>
                <w:b/>
                <w:sz w:val="16"/>
                <w:szCs w:val="16"/>
              </w:rPr>
              <w:t>13</w:t>
            </w:r>
            <w:r w:rsidR="001E4F6C" w:rsidRPr="001E4F6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E4F6C" w:rsidRPr="001E4F6C">
              <w:rPr>
                <w:rFonts w:ascii="Arial" w:hAnsi="Arial" w:cs="Arial"/>
                <w:b/>
                <w:color w:val="EB8B2D"/>
                <w:sz w:val="16"/>
                <w:szCs w:val="16"/>
              </w:rPr>
              <w:t>•</w:t>
            </w:r>
            <w:r w:rsidR="001E4F6C" w:rsidRPr="001E4F6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hyperlink r:id="rId12" w:history="1">
              <w:r w:rsidRPr="00C7138C">
                <w:rPr>
                  <w:rStyle w:val="Hyperlink"/>
                  <w:rFonts w:ascii="Arial" w:hAnsi="Arial" w:cs="Arial"/>
                  <w:b/>
                  <w:sz w:val="16"/>
                  <w:szCs w:val="16"/>
                </w:rPr>
                <w:t xml:space="preserve">kommunikation@kfmv.ch  </w:t>
              </w:r>
            </w:hyperlink>
          </w:p>
        </w:tc>
      </w:tr>
      <w:tr w:rsidR="001E4F6C" w:rsidRPr="001E4F6C" w14:paraId="0D9E35C6" w14:textId="77777777" w:rsidTr="00A332C8">
        <w:tc>
          <w:tcPr>
            <w:tcW w:w="993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</w:tcPr>
          <w:p w14:paraId="6A624E3E" w14:textId="77777777" w:rsidR="001E4F6C" w:rsidRPr="001E4F6C" w:rsidRDefault="001E4F6C" w:rsidP="00AD7711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1E4F6C">
              <w:rPr>
                <w:rFonts w:ascii="Arial" w:hAnsi="Arial" w:cs="Arial"/>
                <w:b/>
                <w:sz w:val="16"/>
                <w:szCs w:val="16"/>
              </w:rPr>
              <w:t>Datum</w:t>
            </w:r>
          </w:p>
        </w:tc>
        <w:tc>
          <w:tcPr>
            <w:tcW w:w="8079" w:type="dxa"/>
            <w:tcBorders>
              <w:top w:val="single" w:sz="4" w:space="0" w:color="F39100" w:themeColor="accent2"/>
              <w:left w:val="nil"/>
              <w:bottom w:val="single" w:sz="4" w:space="0" w:color="F39100" w:themeColor="accent2"/>
              <w:right w:val="nil"/>
            </w:tcBorders>
          </w:tcPr>
          <w:p w14:paraId="58609E1A" w14:textId="7465F57C" w:rsidR="001E4F6C" w:rsidRPr="001E4F6C" w:rsidRDefault="00CF2826" w:rsidP="00AD7711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22.9.2022</w:t>
            </w:r>
          </w:p>
        </w:tc>
      </w:tr>
    </w:tbl>
    <w:p w14:paraId="0054C112" w14:textId="6427177F" w:rsidR="000008D9" w:rsidRPr="000008D9" w:rsidRDefault="000008D9" w:rsidP="000008D9">
      <w:pPr>
        <w:tabs>
          <w:tab w:val="left" w:pos="2712"/>
        </w:tabs>
      </w:pPr>
    </w:p>
    <w:sectPr w:rsidR="000008D9" w:rsidRPr="000008D9" w:rsidSect="00A332C8">
      <w:footerReference w:type="default" r:id="rId13"/>
      <w:headerReference w:type="first" r:id="rId14"/>
      <w:footerReference w:type="first" r:id="rId15"/>
      <w:type w:val="continuous"/>
      <w:pgSz w:w="11906" w:h="16838" w:code="9"/>
      <w:pgMar w:top="1134" w:right="1558" w:bottom="102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2A694" w14:textId="77777777" w:rsidR="001E4F6C" w:rsidRDefault="001E4F6C">
      <w:r>
        <w:separator/>
      </w:r>
    </w:p>
  </w:endnote>
  <w:endnote w:type="continuationSeparator" w:id="0">
    <w:p w14:paraId="710591D2" w14:textId="77777777" w:rsidR="001E4F6C" w:rsidRDefault="001E4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a">
    <w:panose1 w:val="020B0502030101020104"/>
    <w:charset w:val="00"/>
    <w:family w:val="swiss"/>
    <w:pitch w:val="variable"/>
    <w:sig w:usb0="800000AF" w:usb1="50000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ffra">
    <w:panose1 w:val="020B0603020203020204"/>
    <w:charset w:val="00"/>
    <w:family w:val="swiss"/>
    <w:pitch w:val="variable"/>
    <w:sig w:usb0="A00022EF" w:usb1="D000A05B" w:usb2="00000008" w:usb3="00000000" w:csb0="000000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6E856" w14:textId="77777777" w:rsidR="00DD25B8" w:rsidRPr="00DD25B8" w:rsidRDefault="00A332C8" w:rsidP="00DD25B8">
    <w:pPr>
      <w:pStyle w:val="Fuzeile"/>
    </w:pPr>
    <w:r w:rsidRPr="00DD25B8">
      <w:fldChar w:fldCharType="begin"/>
    </w:r>
    <w:r w:rsidRPr="00DD25B8">
      <w:instrText>PAGE   \* MERGEFORMAT</w:instrText>
    </w:r>
    <w:r w:rsidRPr="00DD25B8">
      <w:fldChar w:fldCharType="separate"/>
    </w:r>
    <w:r>
      <w:rPr>
        <w:noProof/>
      </w:rPr>
      <w:t>2</w:t>
    </w:r>
    <w:r w:rsidRPr="00DD25B8">
      <w:fldChar w:fldCharType="end"/>
    </w:r>
    <w:r w:rsidRPr="00DD25B8">
      <w:t>/</w:t>
    </w:r>
    <w:r w:rsidR="00F81190">
      <w:fldChar w:fldCharType="begin"/>
    </w:r>
    <w:r w:rsidR="00F81190">
      <w:instrText xml:space="preserve"> NUMPAGES   \* MERGEFORMAT </w:instrText>
    </w:r>
    <w:r w:rsidR="00F81190">
      <w:fldChar w:fldCharType="separate"/>
    </w:r>
    <w:r>
      <w:rPr>
        <w:noProof/>
      </w:rPr>
      <w:t>2</w:t>
    </w:r>
    <w:r w:rsidR="00F81190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AF4C4" w14:textId="4F19469C" w:rsidR="003F72E4" w:rsidRPr="001E4F6C" w:rsidRDefault="001E4F6C" w:rsidP="000008D9">
    <w:pPr>
      <w:pStyle w:val="AbsenderAdresse"/>
    </w:pPr>
    <w:r w:rsidRPr="001E4F6C">
      <w:t xml:space="preserve">Kaufmännischer Verband Schweiz </w:t>
    </w:r>
    <w:r w:rsidR="000008D9">
      <w:br/>
    </w:r>
    <w:r w:rsidRPr="001E4F6C">
      <w:t xml:space="preserve">Reitergasse 9 </w:t>
    </w:r>
    <w:r w:rsidRPr="001E4F6C">
      <w:rPr>
        <w:color w:val="EB8B2D"/>
      </w:rPr>
      <w:t>•</w:t>
    </w:r>
    <w:r w:rsidRPr="001E4F6C">
      <w:t xml:space="preserve"> Postfach </w:t>
    </w:r>
    <w:r w:rsidRPr="001E4F6C">
      <w:rPr>
        <w:color w:val="EB8B2D"/>
      </w:rPr>
      <w:t>•</w:t>
    </w:r>
    <w:r w:rsidRPr="001E4F6C">
      <w:t xml:space="preserve"> CH-8021 Zürich </w:t>
    </w:r>
    <w:r w:rsidRPr="001E4F6C">
      <w:rPr>
        <w:color w:val="EB8B2D"/>
      </w:rPr>
      <w:t>• kfmv.ch</w:t>
    </w:r>
    <w:r w:rsidRPr="001E4F6C">
      <w:tab/>
    </w:r>
    <w:r w:rsidR="00A332C8" w:rsidRPr="001E4F6C">
      <w:fldChar w:fldCharType="begin"/>
    </w:r>
    <w:r w:rsidR="00A332C8" w:rsidRPr="001E4F6C">
      <w:instrText xml:space="preserve"> IF </w:instrText>
    </w:r>
    <w:r w:rsidR="00F81190">
      <w:fldChar w:fldCharType="begin"/>
    </w:r>
    <w:r w:rsidR="00F81190">
      <w:instrText xml:space="preserve"> NUMPAGES </w:instrText>
    </w:r>
    <w:r w:rsidR="00F81190">
      <w:fldChar w:fldCharType="separate"/>
    </w:r>
    <w:r w:rsidR="00F81190">
      <w:rPr>
        <w:noProof/>
      </w:rPr>
      <w:instrText>1</w:instrText>
    </w:r>
    <w:r w:rsidR="00F81190">
      <w:rPr>
        <w:noProof/>
      </w:rPr>
      <w:fldChar w:fldCharType="end"/>
    </w:r>
    <w:r w:rsidR="00A332C8" w:rsidRPr="001E4F6C">
      <w:instrText xml:space="preserve">&lt;&gt;"1"  </w:instrText>
    </w:r>
    <w:r w:rsidR="00A332C8" w:rsidRPr="001E4F6C">
      <w:fldChar w:fldCharType="begin"/>
    </w:r>
    <w:r w:rsidR="00A332C8" w:rsidRPr="001E4F6C">
      <w:instrText xml:space="preserve"> PAGE   \* MERGEFORMAT </w:instrText>
    </w:r>
    <w:r w:rsidR="00A332C8" w:rsidRPr="001E4F6C">
      <w:fldChar w:fldCharType="separate"/>
    </w:r>
    <w:r w:rsidR="005E76E9" w:rsidRPr="005E76E9">
      <w:rPr>
        <w:b w:val="0"/>
        <w:bCs w:val="0"/>
        <w:noProof/>
      </w:rPr>
      <w:instrText>1</w:instrText>
    </w:r>
    <w:r w:rsidR="00A332C8" w:rsidRPr="001E4F6C">
      <w:fldChar w:fldCharType="end"/>
    </w:r>
    <w:r w:rsidR="00A332C8" w:rsidRPr="001E4F6C">
      <w:fldChar w:fldCharType="end"/>
    </w:r>
    <w:r w:rsidR="00A332C8" w:rsidRPr="001E4F6C">
      <w:fldChar w:fldCharType="begin"/>
    </w:r>
    <w:r w:rsidR="00A332C8" w:rsidRPr="001E4F6C">
      <w:instrText xml:space="preserve"> IF </w:instrText>
    </w:r>
    <w:r w:rsidR="00F81190">
      <w:fldChar w:fldCharType="begin"/>
    </w:r>
    <w:r w:rsidR="00F81190">
      <w:instrText xml:space="preserve"> NUMPAGES </w:instrText>
    </w:r>
    <w:r w:rsidR="00F81190">
      <w:fldChar w:fldCharType="separate"/>
    </w:r>
    <w:r w:rsidR="00F81190">
      <w:rPr>
        <w:noProof/>
      </w:rPr>
      <w:instrText>1</w:instrText>
    </w:r>
    <w:r w:rsidR="00F81190">
      <w:rPr>
        <w:noProof/>
      </w:rPr>
      <w:fldChar w:fldCharType="end"/>
    </w:r>
    <w:r w:rsidR="00A332C8" w:rsidRPr="001E4F6C">
      <w:instrText>&lt;&gt;"1"  /</w:instrText>
    </w:r>
    <w:r w:rsidR="00A332C8" w:rsidRPr="001E4F6C">
      <w:fldChar w:fldCharType="end"/>
    </w:r>
    <w:r w:rsidR="00A332C8" w:rsidRPr="001E4F6C">
      <w:fldChar w:fldCharType="begin"/>
    </w:r>
    <w:r w:rsidR="00A332C8" w:rsidRPr="001E4F6C">
      <w:instrText xml:space="preserve"> IF </w:instrText>
    </w:r>
    <w:r w:rsidR="00F81190">
      <w:fldChar w:fldCharType="begin"/>
    </w:r>
    <w:r w:rsidR="00F81190">
      <w:instrText xml:space="preserve"> NUMPAGES </w:instrText>
    </w:r>
    <w:r w:rsidR="00F81190">
      <w:fldChar w:fldCharType="separate"/>
    </w:r>
    <w:r w:rsidR="00F81190">
      <w:rPr>
        <w:noProof/>
      </w:rPr>
      <w:instrText>1</w:instrText>
    </w:r>
    <w:r w:rsidR="00F81190">
      <w:rPr>
        <w:noProof/>
      </w:rPr>
      <w:fldChar w:fldCharType="end"/>
    </w:r>
    <w:r w:rsidR="00A332C8" w:rsidRPr="001E4F6C">
      <w:instrText xml:space="preserve">&lt;&gt;"1"  </w:instrText>
    </w:r>
    <w:r w:rsidR="00F81190">
      <w:fldChar w:fldCharType="begin"/>
    </w:r>
    <w:r w:rsidR="00F81190">
      <w:instrText xml:space="preserve"> NUMPAGES   \* MERGEFORMAT </w:instrText>
    </w:r>
    <w:r w:rsidR="00F81190">
      <w:fldChar w:fldCharType="separate"/>
    </w:r>
    <w:r w:rsidR="005E76E9" w:rsidRPr="005E76E9">
      <w:rPr>
        <w:b w:val="0"/>
        <w:bCs w:val="0"/>
        <w:noProof/>
      </w:rPr>
      <w:instrText>2</w:instrText>
    </w:r>
    <w:r w:rsidR="00F81190">
      <w:rPr>
        <w:b w:val="0"/>
        <w:bCs w:val="0"/>
        <w:noProof/>
      </w:rPr>
      <w:fldChar w:fldCharType="end"/>
    </w:r>
    <w:r w:rsidR="00A332C8" w:rsidRPr="001E4F6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484BE" w14:textId="77777777" w:rsidR="001E4F6C" w:rsidRDefault="001E4F6C">
      <w:r>
        <w:separator/>
      </w:r>
    </w:p>
  </w:footnote>
  <w:footnote w:type="continuationSeparator" w:id="0">
    <w:p w14:paraId="17D4C7A9" w14:textId="77777777" w:rsidR="001E4F6C" w:rsidRDefault="001E4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34FE" w14:textId="77777777" w:rsidR="003F72E4" w:rsidRDefault="00A332C8" w:rsidP="005007CB">
    <w:pPr>
      <w:spacing w:before="1840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5DEE3B85" wp14:editId="176E3762">
              <wp:simplePos x="0" y="0"/>
              <wp:positionH relativeFrom="page">
                <wp:posOffset>3978275</wp:posOffset>
              </wp:positionH>
              <wp:positionV relativeFrom="page">
                <wp:posOffset>299085</wp:posOffset>
              </wp:positionV>
              <wp:extent cx="3240000" cy="1080000"/>
              <wp:effectExtent l="0" t="0" r="0" b="6350"/>
              <wp:wrapNone/>
              <wp:docPr id="5" name="###Logo###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40000" cy="108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487FFD" w14:textId="77777777" w:rsidR="00010BC3" w:rsidRDefault="00A332C8" w:rsidP="00A332C8">
                          <w:pPr>
                            <w:ind w:left="993"/>
                          </w:pPr>
                          <w:r>
                            <w:rPr>
                              <w:noProof/>
                              <w:lang w:eastAsia="de-CH"/>
                            </w:rPr>
                            <w:drawing>
                              <wp:inline distT="0" distB="0" distL="0" distR="0" wp14:anchorId="0C473E9B" wp14:editId="3CB4977B">
                                <wp:extent cx="2192792" cy="495776"/>
                                <wp:effectExtent l="0" t="0" r="0" b="0"/>
                                <wp:docPr id="6" name="ooImg_50656974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ooImg_506569744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195463" cy="49638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EE3B85" id="_x0000_t202" coordsize="21600,21600" o:spt="202" path="m,l,21600r21600,l21600,xe">
              <v:stroke joinstyle="miter"/>
              <v:path gradientshapeok="t" o:connecttype="rect"/>
            </v:shapetype>
            <v:shape id="###Logo###3" o:spid="_x0000_s1026" type="#_x0000_t202" style="position:absolute;left:0;text-align:left;margin-left:313.25pt;margin-top:23.55pt;width:255.1pt;height:85.0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" filled="f" stroked="f" strokeweight=".5pt">
              <v:textbox inset="0,0,0,0">
                <w:txbxContent>
                  <w:p w14:paraId="46487FFD" w14:textId="77777777" w:rsidR="00010BC3" w:rsidRDefault="00A332C8" w:rsidP="00A332C8">
                    <w:pPr>
                      <w:ind w:left="993"/>
                    </w:pPr>
                    <w:r>
                      <w:rPr>
                        <w:noProof/>
                        <w:lang w:eastAsia="de-CH"/>
                      </w:rPr>
                      <w:drawing>
                        <wp:inline distT="0" distB="0" distL="0" distR="0" wp14:anchorId="0C473E9B" wp14:editId="3CB4977B">
                          <wp:extent cx="2192792" cy="495776"/>
                          <wp:effectExtent l="0" t="0" r="0" b="0"/>
                          <wp:docPr id="6" name="ooImg_50656974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ooImg_506569744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195463" cy="4963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180340" distL="180340" distR="0" simplePos="0" relativeHeight="251691008" behindDoc="1" locked="0" layoutInCell="1" allowOverlap="1" wp14:anchorId="7A4F6AD0" wp14:editId="53C1A0F4">
              <wp:simplePos x="0" y="0"/>
              <wp:positionH relativeFrom="page">
                <wp:posOffset>5544820</wp:posOffset>
              </wp:positionH>
              <wp:positionV relativeFrom="page">
                <wp:posOffset>1790007</wp:posOffset>
              </wp:positionV>
              <wp:extent cx="1933200" cy="1544400"/>
              <wp:effectExtent l="0" t="0" r="10160" b="0"/>
              <wp:wrapNone/>
              <wp:docPr id="8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33200" cy="1544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92DC0" w14:textId="77777777" w:rsidR="004B4B7D" w:rsidRDefault="00F81190" w:rsidP="004B4B7D">
                          <w:pPr>
                            <w:pStyle w:val="Absenderblock"/>
                          </w:pPr>
                          <w:sdt>
                            <w:sdtPr>
                              <w:alias w:val="Profile.Org.Title"/>
                              <w:id w:val="2096125820"/>
                              <w:dataBinding w:xpath="//Text[@id='Profile.Org.Title']" w:storeItemID="{03A59F68-1858-47E5-AA8A-A5AA5CE766A8}"/>
                              <w:text w:multiLine="1"/>
                            </w:sdtPr>
                            <w:sdtEndPr/>
                            <w:sdtContent>
                              <w:r w:rsidR="00A332C8">
                                <w:t>Kaufmännischer Verband Schweiz</w:t>
                              </w:r>
                            </w:sdtContent>
                          </w:sdt>
                        </w:p>
                        <w:sdt>
                          <w:sdtPr>
                            <w:alias w:val="CustomElements.AbsAdr"/>
                            <w:id w:val="-1746102252"/>
                            <w:dataBinding w:xpath="//Text[@id='CustomElements.AbsAdr']" w:storeItemID="{03A59F68-1858-47E5-AA8A-A5AA5CE766A8}"/>
                            <w:text w:multiLine="1"/>
                          </w:sdtPr>
                          <w:sdtEndPr/>
                          <w:sdtContent>
                            <w:p w14:paraId="7B6D2B9D" w14:textId="77777777" w:rsidR="004B4B7D" w:rsidRDefault="003B73B1" w:rsidP="004B4B7D">
                              <w:pPr>
                                <w:pStyle w:val="Absenderblock"/>
                              </w:pPr>
                              <w:r>
                                <w:t>Reitergasse 9</w:t>
                              </w:r>
                              <w:r>
                                <w:br/>
                                <w:t>Postfach</w:t>
                              </w:r>
                            </w:p>
                          </w:sdtContent>
                        </w:sdt>
                        <w:p w14:paraId="262F1275" w14:textId="77777777" w:rsidR="004B4B7D" w:rsidRDefault="00F81190" w:rsidP="004B4B7D">
                          <w:pPr>
                            <w:pStyle w:val="Absenderblock"/>
                          </w:pPr>
                          <w:sdt>
                            <w:sdtPr>
                              <w:alias w:val="Profile.Org.Postal.LZip"/>
                              <w:id w:val="696128621"/>
                              <w:dataBinding w:xpath="//Text[@id='Profile.Org.Postal.LZip']" w:storeItemID="{03A59F68-1858-47E5-AA8A-A5AA5CE766A8}"/>
                              <w:text w:multiLine="1"/>
                            </w:sdtPr>
                            <w:sdtEndPr/>
                            <w:sdtContent>
                              <w:r w:rsidR="00A332C8">
                                <w:t>CH</w:t>
                              </w:r>
                            </w:sdtContent>
                          </w:sdt>
                          <w:r w:rsidR="00A332C8">
                            <w:rPr>
                              <w:rFonts w:cs="Times New Roman"/>
                            </w:rPr>
                            <w:t>–</w:t>
                          </w:r>
                          <w:sdt>
                            <w:sdtPr>
                              <w:alias w:val="Profile.Org.Postal.Zip"/>
                              <w:id w:val="-1321807318"/>
                              <w:dataBinding w:xpath="//Text[@id='Profile.Org.Postal.Zip']" w:storeItemID="{03A59F68-1858-47E5-AA8A-A5AA5CE766A8}"/>
                              <w:text w:multiLine="1"/>
                            </w:sdtPr>
                            <w:sdtEndPr/>
                            <w:sdtContent>
                              <w:r w:rsidR="003B73B1">
                                <w:t>8021</w:t>
                              </w:r>
                            </w:sdtContent>
                          </w:sdt>
                          <w:r w:rsidR="00A332C8">
                            <w:t xml:space="preserve"> </w:t>
                          </w:r>
                          <w:sdt>
                            <w:sdtPr>
                              <w:alias w:val="Profile.Org.Postal.City"/>
                              <w:id w:val="2071451658"/>
                              <w:dataBinding w:xpath="//Text[@id='Profile.Org.Postal.City']" w:storeItemID="{03A59F68-1858-47E5-AA8A-A5AA5CE766A8}"/>
                              <w:text w:multiLine="1"/>
                            </w:sdtPr>
                            <w:sdtEndPr/>
                            <w:sdtContent>
                              <w:r w:rsidR="00A332C8">
                                <w:t>Zürich</w:t>
                              </w:r>
                            </w:sdtContent>
                          </w:sdt>
                        </w:p>
                        <w:p w14:paraId="76E3E60C" w14:textId="77777777" w:rsidR="00886B17" w:rsidRDefault="00F81190" w:rsidP="004B4B7D">
                          <w:pPr>
                            <w:pStyle w:val="Absenderblock"/>
                          </w:pPr>
                        </w:p>
                        <w:sdt>
                          <w:sdtPr>
                            <w:alias w:val="CustomElements.AbsTelOrg"/>
                            <w:id w:val="331115867"/>
                            <w:dataBinding w:xpath="//Text[@id='CustomElements.AbsTelOrg']" w:storeItemID="{03A59F68-1858-47E5-AA8A-A5AA5CE766A8}"/>
                            <w:text w:multiLine="1"/>
                          </w:sdtPr>
                          <w:sdtEndPr/>
                          <w:sdtContent>
                            <w:p w14:paraId="1FFD4882" w14:textId="77777777" w:rsidR="003057CF" w:rsidRDefault="003B73B1" w:rsidP="004B4B7D">
                              <w:pPr>
                                <w:pStyle w:val="Absenderblock"/>
                              </w:pPr>
                              <w:r>
                                <w:t>Telefon +41 44 283 45 45</w:t>
                              </w:r>
                            </w:p>
                          </w:sdtContent>
                        </w:sdt>
                        <w:p w14:paraId="52D3574D" w14:textId="77777777" w:rsidR="001B3D6E" w:rsidRDefault="00F81190" w:rsidP="001B3D6E">
                          <w:pPr>
                            <w:pStyle w:val="Absenderblock"/>
                            <w:rPr>
                              <w:noProof w:val="0"/>
                              <w:sz w:val="22"/>
                            </w:rPr>
                          </w:pPr>
                          <w:sdt>
                            <w:sdtPr>
                              <w:alias w:val="Profile.Org.Email"/>
                              <w:id w:val="1679156227"/>
                              <w:dataBinding w:xpath="//Text[@id='Profile.Org.Email']" w:storeItemID="{03A59F68-1858-47E5-AA8A-A5AA5CE766A8}"/>
                              <w:text w:multiLine="1"/>
                            </w:sdtPr>
                            <w:sdtEndPr/>
                            <w:sdtContent>
                              <w:r w:rsidR="00A332C8">
                                <w:t>info@kfmv.ch</w:t>
                              </w:r>
                            </w:sdtContent>
                          </w:sdt>
                        </w:p>
                        <w:sdt>
                          <w:sdtPr>
                            <w:alias w:val="Profile.Org.Web"/>
                            <w:id w:val="120890441"/>
                            <w:dataBinding w:xpath="//Text[@id='Profile.Org.Web']" w:storeItemID="{03A59F68-1858-47E5-AA8A-A5AA5CE766A8}"/>
                            <w:text w:multiLine="1"/>
                          </w:sdtPr>
                          <w:sdtEndPr/>
                          <w:sdtContent>
                            <w:p w14:paraId="10C90808" w14:textId="77777777" w:rsidR="00092F52" w:rsidRPr="001B3D6E" w:rsidRDefault="00A332C8" w:rsidP="001B3D6E">
                              <w:pPr>
                                <w:pStyle w:val="Absenderblock"/>
                              </w:pPr>
                              <w:r>
                                <w:t>kfmv.ch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4F6AD0" id="Textfeld 2" o:spid="_x0000_s1027" type="#_x0000_t202" style="position:absolute;left:0;text-align:left;margin-left:436.6pt;margin-top:140.95pt;width:152.2pt;height:121.6pt;z-index:-251625472;visibility:visible;mso-wrap-style:square;mso-width-percent:0;mso-height-percent:0;mso-wrap-distance-left:14.2pt;mso-wrap-distance-top:0;mso-wrap-distance-right:0;mso-wrap-distance-bottom:14.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" filled="f" stroked="f" strokeweight=".5pt">
              <v:textbox inset="0,0,0,0">
                <w:txbxContent>
                  <w:p w14:paraId="7D492DC0" w14:textId="77777777" w:rsidR="004B4B7D" w:rsidRDefault="00CF2826" w:rsidP="004B4B7D">
                    <w:pPr>
                      <w:pStyle w:val="Absenderblock"/>
                    </w:pPr>
                    <w:sdt>
                      <w:sdtPr>
                        <w:alias w:val="Profile.Org.Title"/>
                        <w:id w:val="2096125820"/>
                        <w:dataBinding w:xpath="//Text[@id='Profile.Org.Title']" w:storeItemID="{03A59F68-1858-47E5-AA8A-A5AA5CE766A8}"/>
                        <w:text w:multiLine="1"/>
                      </w:sdtPr>
                      <w:sdtEndPr/>
                      <w:sdtContent>
                        <w:r w:rsidR="00A332C8">
                          <w:t>Kaufmännischer Verband Schweiz</w:t>
                        </w:r>
                      </w:sdtContent>
                    </w:sdt>
                  </w:p>
                  <w:sdt>
                    <w:sdtPr>
                      <w:alias w:val="CustomElements.AbsAdr"/>
                      <w:id w:val="-1746102252"/>
                      <w:dataBinding w:xpath="//Text[@id='CustomElements.AbsAdr']" w:storeItemID="{03A59F68-1858-47E5-AA8A-A5AA5CE766A8}"/>
                      <w:text w:multiLine="1"/>
                    </w:sdtPr>
                    <w:sdtEndPr/>
                    <w:sdtContent>
                      <w:p w14:paraId="7B6D2B9D" w14:textId="77777777" w:rsidR="004B4B7D" w:rsidRDefault="003B73B1" w:rsidP="004B4B7D">
                        <w:pPr>
                          <w:pStyle w:val="Absenderblock"/>
                        </w:pPr>
                        <w:r>
                          <w:t>Reitergasse 9</w:t>
                        </w:r>
                        <w:r>
                          <w:br/>
                          <w:t>Postfach</w:t>
                        </w:r>
                      </w:p>
                    </w:sdtContent>
                  </w:sdt>
                  <w:p w14:paraId="262F1275" w14:textId="77777777" w:rsidR="004B4B7D" w:rsidRDefault="00CF2826" w:rsidP="004B4B7D">
                    <w:pPr>
                      <w:pStyle w:val="Absenderblock"/>
                    </w:pPr>
                    <w:sdt>
                      <w:sdtPr>
                        <w:alias w:val="Profile.Org.Postal.LZip"/>
                        <w:id w:val="696128621"/>
                        <w:dataBinding w:xpath="//Text[@id='Profile.Org.Postal.LZip']" w:storeItemID="{03A59F68-1858-47E5-AA8A-A5AA5CE766A8}"/>
                        <w:text w:multiLine="1"/>
                      </w:sdtPr>
                      <w:sdtEndPr/>
                      <w:sdtContent>
                        <w:r w:rsidR="00A332C8">
                          <w:t>CH</w:t>
                        </w:r>
                      </w:sdtContent>
                    </w:sdt>
                    <w:r w:rsidR="00A332C8">
                      <w:rPr>
                        <w:rFonts w:cs="Times New Roman"/>
                      </w:rPr>
                      <w:t>–</w:t>
                    </w:r>
                    <w:sdt>
                      <w:sdtPr>
                        <w:alias w:val="Profile.Org.Postal.Zip"/>
                        <w:id w:val="-1321807318"/>
                        <w:dataBinding w:xpath="//Text[@id='Profile.Org.Postal.Zip']" w:storeItemID="{03A59F68-1858-47E5-AA8A-A5AA5CE766A8}"/>
                        <w:text w:multiLine="1"/>
                      </w:sdtPr>
                      <w:sdtEndPr/>
                      <w:sdtContent>
                        <w:r w:rsidR="003B73B1">
                          <w:t>8021</w:t>
                        </w:r>
                      </w:sdtContent>
                    </w:sdt>
                    <w:r w:rsidR="00A332C8">
                      <w:t xml:space="preserve"> </w:t>
                    </w:r>
                    <w:sdt>
                      <w:sdtPr>
                        <w:alias w:val="Profile.Org.Postal.City"/>
                        <w:id w:val="2071451658"/>
                        <w:dataBinding w:xpath="//Text[@id='Profile.Org.Postal.City']" w:storeItemID="{03A59F68-1858-47E5-AA8A-A5AA5CE766A8}"/>
                        <w:text w:multiLine="1"/>
                      </w:sdtPr>
                      <w:sdtEndPr/>
                      <w:sdtContent>
                        <w:r w:rsidR="00A332C8">
                          <w:t>Zürich</w:t>
                        </w:r>
                      </w:sdtContent>
                    </w:sdt>
                  </w:p>
                  <w:p w14:paraId="76E3E60C" w14:textId="77777777" w:rsidR="00886B17" w:rsidRDefault="00CF2826" w:rsidP="004B4B7D">
                    <w:pPr>
                      <w:pStyle w:val="Absenderblock"/>
                    </w:pPr>
                  </w:p>
                  <w:sdt>
                    <w:sdtPr>
                      <w:alias w:val="CustomElements.AbsTelOrg"/>
                      <w:id w:val="331115867"/>
                      <w:dataBinding w:xpath="//Text[@id='CustomElements.AbsTelOrg']" w:storeItemID="{03A59F68-1858-47E5-AA8A-A5AA5CE766A8}"/>
                      <w:text w:multiLine="1"/>
                    </w:sdtPr>
                    <w:sdtEndPr/>
                    <w:sdtContent>
                      <w:p w14:paraId="1FFD4882" w14:textId="77777777" w:rsidR="003057CF" w:rsidRDefault="003B73B1" w:rsidP="004B4B7D">
                        <w:pPr>
                          <w:pStyle w:val="Absenderblock"/>
                        </w:pPr>
                        <w:r>
                          <w:t>Telefon +41 44 283 45 45</w:t>
                        </w:r>
                      </w:p>
                    </w:sdtContent>
                  </w:sdt>
                  <w:p w14:paraId="52D3574D" w14:textId="77777777" w:rsidR="001B3D6E" w:rsidRDefault="00CF2826" w:rsidP="001B3D6E">
                    <w:pPr>
                      <w:pStyle w:val="Absenderblock"/>
                      <w:rPr>
                        <w:noProof w:val="0"/>
                        <w:sz w:val="22"/>
                      </w:rPr>
                    </w:pPr>
                    <w:sdt>
                      <w:sdtPr>
                        <w:alias w:val="Profile.Org.Email"/>
                        <w:id w:val="1679156227"/>
                        <w:dataBinding w:xpath="//Text[@id='Profile.Org.Email']" w:storeItemID="{03A59F68-1858-47E5-AA8A-A5AA5CE766A8}"/>
                        <w:text w:multiLine="1"/>
                      </w:sdtPr>
                      <w:sdtEndPr/>
                      <w:sdtContent>
                        <w:r w:rsidR="00A332C8">
                          <w:t>info@kfmv.ch</w:t>
                        </w:r>
                      </w:sdtContent>
                    </w:sdt>
                  </w:p>
                  <w:sdt>
                    <w:sdtPr>
                      <w:alias w:val="Profile.Org.Web"/>
                      <w:id w:val="120890441"/>
                      <w:dataBinding w:xpath="//Text[@id='Profile.Org.Web']" w:storeItemID="{03A59F68-1858-47E5-AA8A-A5AA5CE766A8}"/>
                      <w:text w:multiLine="1"/>
                    </w:sdtPr>
                    <w:sdtEndPr/>
                    <w:sdtContent>
                      <w:p w14:paraId="10C90808" w14:textId="77777777" w:rsidR="00092F52" w:rsidRPr="001B3D6E" w:rsidRDefault="00A332C8" w:rsidP="001B3D6E">
                        <w:pPr>
                          <w:pStyle w:val="Absenderblock"/>
                        </w:pPr>
                        <w:r>
                          <w:t>kfmv.ch</w:t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56C0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46FE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A85A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88A8D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7D676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2B8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36F3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FCCA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C4A76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4D9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350632"/>
    <w:multiLevelType w:val="multilevel"/>
    <w:tmpl w:val="9EBC10B8"/>
    <w:lvl w:ilvl="0">
      <w:numFmt w:val="bullet"/>
      <w:lvlText w:val="–"/>
      <w:lvlJc w:val="left"/>
      <w:pPr>
        <w:ind w:left="284" w:hanging="284"/>
      </w:pPr>
      <w:rPr>
        <w:rFonts w:ascii="Meta" w:hAnsi="Meta" w:hint="default"/>
      </w:rPr>
    </w:lvl>
    <w:lvl w:ilvl="1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555055A"/>
    <w:multiLevelType w:val="multilevel"/>
    <w:tmpl w:val="CA2A5BC0"/>
    <w:lvl w:ilvl="0">
      <w:start w:val="1"/>
      <w:numFmt w:val="decimal"/>
      <w:pStyle w:val="Numeric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Numeric2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pStyle w:val="Numeric3"/>
      <w:lvlText w:val="%3"/>
      <w:lvlJc w:val="left"/>
      <w:pPr>
        <w:ind w:left="851" w:hanging="284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FA6541D"/>
    <w:multiLevelType w:val="multilevel"/>
    <w:tmpl w:val="61CE998E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737" w:hanging="737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6221B78"/>
    <w:multiLevelType w:val="multilevel"/>
    <w:tmpl w:val="EAD216F0"/>
    <w:lvl w:ilvl="0">
      <w:numFmt w:val="bullet"/>
      <w:lvlText w:val="–"/>
      <w:lvlJc w:val="left"/>
      <w:pPr>
        <w:ind w:left="284" w:hanging="284"/>
      </w:pPr>
      <w:rPr>
        <w:rFonts w:ascii="Meta" w:hAnsi="Meta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BD00980"/>
    <w:multiLevelType w:val="hybridMultilevel"/>
    <w:tmpl w:val="CA9EA4B0"/>
    <w:lvl w:ilvl="0" w:tplc="338E5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0D0C69"/>
    <w:multiLevelType w:val="multilevel"/>
    <w:tmpl w:val="C83E847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2757B5A"/>
    <w:multiLevelType w:val="multilevel"/>
    <w:tmpl w:val="245E9626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A8B0BD0"/>
    <w:multiLevelType w:val="multilevel"/>
    <w:tmpl w:val="A7A6FD08"/>
    <w:lvl w:ilvl="0">
      <w:numFmt w:val="bullet"/>
      <w:lvlText w:val="–"/>
      <w:lvlJc w:val="left"/>
      <w:pPr>
        <w:ind w:left="284" w:hanging="284"/>
      </w:pPr>
      <w:rPr>
        <w:rFonts w:ascii="Meta" w:hAnsi="Meta" w:hint="default"/>
      </w:rPr>
    </w:lvl>
    <w:lvl w:ilvl="1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–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5A2C11DB"/>
    <w:multiLevelType w:val="multilevel"/>
    <w:tmpl w:val="877E4C22"/>
    <w:lvl w:ilvl="0">
      <w:start w:val="1"/>
      <w:numFmt w:val="bullet"/>
      <w:pStyle w:val="Line1"/>
      <w:lvlText w:val="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Line2"/>
      <w:lvlText w:val="–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bullet"/>
      <w:pStyle w:val="Line3"/>
      <w:lvlText w:val="–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A5D6AC5"/>
    <w:multiLevelType w:val="multilevel"/>
    <w:tmpl w:val="41608996"/>
    <w:lvl w:ilvl="0">
      <w:start w:val="1"/>
      <w:numFmt w:val="lowerLetter"/>
      <w:pStyle w:val="Alphabetic1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Roman"/>
      <w:pStyle w:val="Alphabetic2"/>
      <w:lvlText w:val="%2"/>
      <w:lvlJc w:val="left"/>
      <w:pPr>
        <w:ind w:left="567" w:hanging="283"/>
      </w:pPr>
      <w:rPr>
        <w:rFonts w:hint="default"/>
      </w:rPr>
    </w:lvl>
    <w:lvl w:ilvl="2">
      <w:start w:val="1"/>
      <w:numFmt w:val="bullet"/>
      <w:lvlRestart w:val="0"/>
      <w:pStyle w:val="Alphabetic3"/>
      <w:lvlText w:val="–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54E33E6"/>
    <w:multiLevelType w:val="multilevel"/>
    <w:tmpl w:val="7D92A984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43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6480" w:hanging="360"/>
      </w:pPr>
      <w:rPr>
        <w:rFonts w:hint="default"/>
      </w:rPr>
    </w:lvl>
  </w:abstractNum>
  <w:abstractNum w:abstractNumId="21" w15:restartNumberingAfterBreak="0">
    <w:nsid w:val="655A6F0B"/>
    <w:multiLevelType w:val="hybridMultilevel"/>
    <w:tmpl w:val="F028BF6C"/>
    <w:lvl w:ilvl="0" w:tplc="47087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1"/>
  </w:num>
  <w:num w:numId="4">
    <w:abstractNumId w:val="20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0"/>
  </w:num>
  <w:num w:numId="8">
    <w:abstractNumId w:val="19"/>
  </w:num>
  <w:num w:numId="9">
    <w:abstractNumId w:val="15"/>
  </w:num>
  <w:num w:numId="10">
    <w:abstractNumId w:val="19"/>
  </w:num>
  <w:num w:numId="11">
    <w:abstractNumId w:val="13"/>
  </w:num>
  <w:num w:numId="12">
    <w:abstractNumId w:val="17"/>
  </w:num>
  <w:num w:numId="13">
    <w:abstractNumId w:val="16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attachedTemplate r:id="rId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F6C"/>
    <w:rsid w:val="000008D9"/>
    <w:rsid w:val="00136A4A"/>
    <w:rsid w:val="00137D8C"/>
    <w:rsid w:val="0015640F"/>
    <w:rsid w:val="001D3FE4"/>
    <w:rsid w:val="001E4F6C"/>
    <w:rsid w:val="00254D5B"/>
    <w:rsid w:val="002A28AE"/>
    <w:rsid w:val="002C0867"/>
    <w:rsid w:val="00306BF7"/>
    <w:rsid w:val="00353FDB"/>
    <w:rsid w:val="003721B9"/>
    <w:rsid w:val="003A07CE"/>
    <w:rsid w:val="003A7E74"/>
    <w:rsid w:val="003B73B1"/>
    <w:rsid w:val="00405F59"/>
    <w:rsid w:val="00441249"/>
    <w:rsid w:val="004C2B52"/>
    <w:rsid w:val="004C3C52"/>
    <w:rsid w:val="00544125"/>
    <w:rsid w:val="005A2790"/>
    <w:rsid w:val="005C49CE"/>
    <w:rsid w:val="005E3107"/>
    <w:rsid w:val="005E3520"/>
    <w:rsid w:val="005E76E9"/>
    <w:rsid w:val="00634557"/>
    <w:rsid w:val="00661ABA"/>
    <w:rsid w:val="0066297F"/>
    <w:rsid w:val="00730EF8"/>
    <w:rsid w:val="00807B7E"/>
    <w:rsid w:val="008316B4"/>
    <w:rsid w:val="00844FA4"/>
    <w:rsid w:val="0085664E"/>
    <w:rsid w:val="00896642"/>
    <w:rsid w:val="008A7D12"/>
    <w:rsid w:val="008F52AF"/>
    <w:rsid w:val="009453E2"/>
    <w:rsid w:val="009D69B1"/>
    <w:rsid w:val="00A07019"/>
    <w:rsid w:val="00A332C8"/>
    <w:rsid w:val="00A75B15"/>
    <w:rsid w:val="00AA7B48"/>
    <w:rsid w:val="00AC5F7A"/>
    <w:rsid w:val="00AC623B"/>
    <w:rsid w:val="00AE000E"/>
    <w:rsid w:val="00B065D2"/>
    <w:rsid w:val="00B7723F"/>
    <w:rsid w:val="00C71CEB"/>
    <w:rsid w:val="00CC1F67"/>
    <w:rsid w:val="00CF2826"/>
    <w:rsid w:val="00D1239E"/>
    <w:rsid w:val="00D30F36"/>
    <w:rsid w:val="00E06823"/>
    <w:rsid w:val="00EB088A"/>
    <w:rsid w:val="00ED3102"/>
    <w:rsid w:val="00F22B8A"/>
    <w:rsid w:val="00F72A0C"/>
    <w:rsid w:val="00F81190"/>
    <w:rsid w:val="00F9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3853D8E"/>
  <w15:docId w15:val="{BD1BFF41-D2AC-4545-AE9F-ADA9FD55B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08D9"/>
    <w:pPr>
      <w:spacing w:after="120" w:line="260" w:lineRule="atLeast"/>
      <w:jc w:val="both"/>
    </w:pPr>
    <w:rPr>
      <w:rFonts w:ascii="Georgia" w:hAnsi="Georgia"/>
      <w:sz w:val="20"/>
    </w:rPr>
  </w:style>
  <w:style w:type="paragraph" w:styleId="berschrift1">
    <w:name w:val="heading 1"/>
    <w:basedOn w:val="Standard"/>
    <w:next w:val="Standard"/>
    <w:link w:val="berschrift1Zchn"/>
    <w:uiPriority w:val="8"/>
    <w:qFormat/>
    <w:rsid w:val="001E4F6C"/>
    <w:pPr>
      <w:keepNext/>
      <w:keepLines/>
      <w:numPr>
        <w:numId w:val="2"/>
      </w:numPr>
      <w:spacing w:after="180"/>
      <w:contextualSpacing/>
      <w:jc w:val="left"/>
      <w:outlineLvl w:val="0"/>
    </w:pPr>
    <w:rPr>
      <w:rFonts w:ascii="Arial" w:eastAsiaTheme="majorEastAsia" w:hAnsi="Arial" w:cstheme="majorBidi"/>
      <w:b/>
      <w:bCs/>
      <w:color w:val="667785" w:themeColor="accent3"/>
      <w:sz w:val="32"/>
    </w:rPr>
  </w:style>
  <w:style w:type="paragraph" w:styleId="berschrift2">
    <w:name w:val="heading 2"/>
    <w:basedOn w:val="berschrift1"/>
    <w:next w:val="Standard"/>
    <w:link w:val="berschrift2Zchn"/>
    <w:uiPriority w:val="8"/>
    <w:qFormat/>
    <w:rsid w:val="001E4F6C"/>
    <w:pPr>
      <w:numPr>
        <w:ilvl w:val="1"/>
      </w:numPr>
      <w:spacing w:after="120"/>
      <w:outlineLvl w:val="1"/>
    </w:pPr>
    <w:rPr>
      <w:bCs w:val="0"/>
      <w:color w:val="auto"/>
      <w:sz w:val="26"/>
    </w:rPr>
  </w:style>
  <w:style w:type="paragraph" w:styleId="berschrift3">
    <w:name w:val="heading 3"/>
    <w:basedOn w:val="berschrift2"/>
    <w:next w:val="Standard"/>
    <w:link w:val="berschrift3Zchn"/>
    <w:uiPriority w:val="8"/>
    <w:qFormat/>
    <w:rsid w:val="001E4F6C"/>
    <w:pPr>
      <w:numPr>
        <w:ilvl w:val="2"/>
      </w:numPr>
      <w:spacing w:after="0"/>
      <w:outlineLvl w:val="2"/>
    </w:pPr>
    <w:rPr>
      <w:bCs/>
      <w:color w:val="667785" w:themeColor="accent3"/>
      <w:sz w:val="22"/>
    </w:rPr>
  </w:style>
  <w:style w:type="paragraph" w:styleId="berschrift4">
    <w:name w:val="heading 4"/>
    <w:basedOn w:val="berschrift3"/>
    <w:next w:val="Standard"/>
    <w:link w:val="berschrift4Zchn"/>
    <w:uiPriority w:val="8"/>
    <w:unhideWhenUsed/>
    <w:qFormat/>
    <w:rsid w:val="00544125"/>
    <w:pPr>
      <w:numPr>
        <w:ilvl w:val="3"/>
      </w:numPr>
      <w:outlineLvl w:val="3"/>
    </w:pPr>
    <w:rPr>
      <w:bCs w:val="0"/>
      <w:iCs/>
      <w:color w:val="auto"/>
    </w:rPr>
  </w:style>
  <w:style w:type="paragraph" w:styleId="berschrift5">
    <w:name w:val="heading 5"/>
    <w:basedOn w:val="Standard"/>
    <w:next w:val="Standard"/>
    <w:link w:val="berschrift5Zchn"/>
    <w:uiPriority w:val="8"/>
    <w:semiHidden/>
    <w:rsid w:val="00A97567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000D1A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8"/>
    <w:semiHidden/>
    <w:qFormat/>
    <w:rsid w:val="00A97567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0D1A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8"/>
    <w:semiHidden/>
    <w:qFormat/>
    <w:rsid w:val="00A97567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FFFFFF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8"/>
    <w:semiHidden/>
    <w:qFormat/>
    <w:rsid w:val="00A97567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FFFFFF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8"/>
    <w:semiHidden/>
    <w:qFormat/>
    <w:rsid w:val="00A97567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FFFFFF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0008D9"/>
    <w:pPr>
      <w:spacing w:before="240" w:after="360"/>
      <w:jc w:val="left"/>
    </w:pPr>
    <w:rPr>
      <w:rFonts w:ascii="Arial" w:eastAsiaTheme="majorEastAsia" w:hAnsi="Arial" w:cstheme="majorBidi"/>
      <w:b/>
      <w:color w:val="001B35" w:themeColor="accent1"/>
      <w:sz w:val="40"/>
      <w:szCs w:val="48"/>
    </w:rPr>
  </w:style>
  <w:style w:type="character" w:customStyle="1" w:styleId="TitelZchn">
    <w:name w:val="Titel Zchn"/>
    <w:basedOn w:val="Absatz-Standardschriftart"/>
    <w:link w:val="Titel"/>
    <w:uiPriority w:val="7"/>
    <w:rsid w:val="000008D9"/>
    <w:rPr>
      <w:rFonts w:ascii="Arial" w:eastAsiaTheme="majorEastAsia" w:hAnsi="Arial" w:cstheme="majorBidi"/>
      <w:b/>
      <w:color w:val="001B35" w:themeColor="accent1"/>
      <w:sz w:val="40"/>
      <w:szCs w:val="48"/>
    </w:rPr>
  </w:style>
  <w:style w:type="character" w:customStyle="1" w:styleId="berschrift1Zchn">
    <w:name w:val="Überschrift 1 Zchn"/>
    <w:basedOn w:val="Absatz-Standardschriftart"/>
    <w:link w:val="berschrift1"/>
    <w:uiPriority w:val="8"/>
    <w:rsid w:val="001E4F6C"/>
    <w:rPr>
      <w:rFonts w:ascii="Arial" w:eastAsiaTheme="majorEastAsia" w:hAnsi="Arial" w:cstheme="majorBidi"/>
      <w:b/>
      <w:bCs/>
      <w:color w:val="667785" w:themeColor="accent3"/>
      <w:sz w:val="32"/>
    </w:rPr>
  </w:style>
  <w:style w:type="paragraph" w:styleId="Untertitel">
    <w:name w:val="Subtitle"/>
    <w:basedOn w:val="Lead"/>
    <w:next w:val="Standard"/>
    <w:link w:val="UntertitelZchn"/>
    <w:uiPriority w:val="7"/>
    <w:qFormat/>
    <w:rsid w:val="001E4F6C"/>
    <w:rPr>
      <w:color w:val="666666" w:themeColor="background2"/>
      <w:sz w:val="28"/>
    </w:rPr>
  </w:style>
  <w:style w:type="character" w:customStyle="1" w:styleId="UntertitelZchn">
    <w:name w:val="Untertitel Zchn"/>
    <w:basedOn w:val="Absatz-Standardschriftart"/>
    <w:link w:val="Untertitel"/>
    <w:uiPriority w:val="7"/>
    <w:rsid w:val="001E4F6C"/>
    <w:rPr>
      <w:rFonts w:ascii="Arial" w:hAnsi="Arial" w:cs="Arial"/>
      <w:b/>
      <w:bCs/>
      <w:color w:val="666666" w:themeColor="background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8"/>
    <w:rsid w:val="001E4F6C"/>
    <w:rPr>
      <w:rFonts w:ascii="Arial" w:eastAsiaTheme="majorEastAsia" w:hAnsi="Arial" w:cstheme="majorBidi"/>
      <w:b/>
      <w:sz w:val="26"/>
    </w:rPr>
  </w:style>
  <w:style w:type="character" w:customStyle="1" w:styleId="berschrift3Zchn">
    <w:name w:val="Überschrift 3 Zchn"/>
    <w:basedOn w:val="Absatz-Standardschriftart"/>
    <w:link w:val="berschrift3"/>
    <w:uiPriority w:val="8"/>
    <w:rsid w:val="001E4F6C"/>
    <w:rPr>
      <w:rFonts w:ascii="Arial" w:eastAsiaTheme="majorEastAsia" w:hAnsi="Arial" w:cstheme="majorBidi"/>
      <w:b/>
      <w:bCs/>
      <w:color w:val="667785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8"/>
    <w:rsid w:val="00544125"/>
    <w:rPr>
      <w:rFonts w:ascii="Arial" w:eastAsiaTheme="majorEastAsia" w:hAnsi="Arial" w:cstheme="majorBidi"/>
      <w:b/>
      <w:iCs/>
    </w:rPr>
  </w:style>
  <w:style w:type="character" w:styleId="Fett">
    <w:name w:val="Strong"/>
    <w:uiPriority w:val="12"/>
    <w:unhideWhenUsed/>
    <w:rsid w:val="00AD0322"/>
    <w:rPr>
      <w:b/>
      <w:bCs/>
    </w:rPr>
  </w:style>
  <w:style w:type="paragraph" w:styleId="Kopfzeile">
    <w:name w:val="header"/>
    <w:basedOn w:val="Standard"/>
    <w:link w:val="KopfzeileZchn"/>
    <w:uiPriority w:val="99"/>
    <w:semiHidden/>
    <w:rsid w:val="00C76D4D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60D98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2"/>
    <w:rsid w:val="009077CA"/>
    <w:pPr>
      <w:spacing w:line="200" w:lineRule="exact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2"/>
    <w:rsid w:val="00B60D98"/>
    <w:rPr>
      <w:rFonts w:ascii="Times New Roman" w:hAnsi="Times New Roman"/>
      <w:sz w:val="16"/>
    </w:rPr>
  </w:style>
  <w:style w:type="character" w:customStyle="1" w:styleId="berschrift5Zchn">
    <w:name w:val="Überschrift 5 Zchn"/>
    <w:basedOn w:val="Absatz-Standardschriftart"/>
    <w:link w:val="berschrift5"/>
    <w:uiPriority w:val="8"/>
    <w:semiHidden/>
    <w:rsid w:val="00B60D98"/>
    <w:rPr>
      <w:rFonts w:asciiTheme="majorHAnsi" w:eastAsiaTheme="majorEastAsia" w:hAnsiTheme="majorHAnsi" w:cstheme="majorBidi"/>
      <w:color w:val="000D1A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8"/>
    <w:semiHidden/>
    <w:rsid w:val="00B60D98"/>
    <w:rPr>
      <w:rFonts w:asciiTheme="majorHAnsi" w:eastAsiaTheme="majorEastAsia" w:hAnsiTheme="majorHAnsi" w:cstheme="majorBidi"/>
      <w:i/>
      <w:iCs/>
      <w:color w:val="000D1A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8"/>
    <w:semiHidden/>
    <w:rsid w:val="00B60D98"/>
    <w:rPr>
      <w:rFonts w:asciiTheme="majorHAnsi" w:eastAsiaTheme="majorEastAsia" w:hAnsiTheme="majorHAnsi" w:cstheme="majorBidi"/>
      <w:i/>
      <w:iCs/>
      <w:color w:val="FFFFFF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8"/>
    <w:semiHidden/>
    <w:rsid w:val="00B60D98"/>
    <w:rPr>
      <w:rFonts w:asciiTheme="majorHAnsi" w:eastAsiaTheme="majorEastAsia" w:hAnsiTheme="majorHAnsi" w:cstheme="majorBidi"/>
      <w:color w:val="FFFFFF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8"/>
    <w:semiHidden/>
    <w:rsid w:val="00B60D98"/>
    <w:rPr>
      <w:rFonts w:asciiTheme="majorHAnsi" w:eastAsiaTheme="majorEastAsia" w:hAnsiTheme="majorHAnsi" w:cstheme="majorBidi"/>
      <w:i/>
      <w:iCs/>
      <w:color w:val="FFFFFF" w:themeColor="text1" w:themeTint="BF"/>
      <w:sz w:val="20"/>
      <w:szCs w:val="20"/>
    </w:rPr>
  </w:style>
  <w:style w:type="paragraph" w:customStyle="1" w:styleId="Numeric1">
    <w:name w:val="Numeric1"/>
    <w:basedOn w:val="Standard"/>
    <w:uiPriority w:val="5"/>
    <w:rsid w:val="00FB65F5"/>
    <w:pPr>
      <w:numPr>
        <w:numId w:val="6"/>
      </w:numPr>
    </w:pPr>
  </w:style>
  <w:style w:type="paragraph" w:customStyle="1" w:styleId="Line1">
    <w:name w:val="Line1"/>
    <w:basedOn w:val="Standard"/>
    <w:uiPriority w:val="4"/>
    <w:qFormat/>
    <w:rsid w:val="000008D9"/>
    <w:pPr>
      <w:numPr>
        <w:numId w:val="24"/>
      </w:numPr>
      <w:spacing w:before="120"/>
      <w:contextualSpacing/>
    </w:pPr>
  </w:style>
  <w:style w:type="paragraph" w:customStyle="1" w:styleId="Beilagen">
    <w:name w:val="Beilagen"/>
    <w:basedOn w:val="Standard"/>
    <w:uiPriority w:val="13"/>
    <w:unhideWhenUsed/>
    <w:rsid w:val="00CA4297"/>
    <w:pPr>
      <w:tabs>
        <w:tab w:val="left" w:pos="284"/>
      </w:tabs>
    </w:pPr>
  </w:style>
  <w:style w:type="paragraph" w:customStyle="1" w:styleId="Line2">
    <w:name w:val="Line2"/>
    <w:basedOn w:val="Line1"/>
    <w:uiPriority w:val="4"/>
    <w:rsid w:val="00DA0C14"/>
    <w:pPr>
      <w:numPr>
        <w:ilvl w:val="1"/>
      </w:numPr>
    </w:pPr>
  </w:style>
  <w:style w:type="paragraph" w:customStyle="1" w:styleId="Line3">
    <w:name w:val="Line3"/>
    <w:basedOn w:val="Line2"/>
    <w:uiPriority w:val="4"/>
    <w:rsid w:val="00DA0C14"/>
    <w:pPr>
      <w:numPr>
        <w:ilvl w:val="2"/>
      </w:numPr>
    </w:pPr>
  </w:style>
  <w:style w:type="paragraph" w:customStyle="1" w:styleId="Numeric2">
    <w:name w:val="Numeric2"/>
    <w:basedOn w:val="Numeric1"/>
    <w:uiPriority w:val="5"/>
    <w:rsid w:val="00FB65F5"/>
    <w:pPr>
      <w:numPr>
        <w:ilvl w:val="1"/>
      </w:numPr>
    </w:pPr>
  </w:style>
  <w:style w:type="paragraph" w:customStyle="1" w:styleId="Alphabetic1">
    <w:name w:val="Alphabetic1"/>
    <w:basedOn w:val="Standard"/>
    <w:uiPriority w:val="6"/>
    <w:rsid w:val="00DA0C14"/>
    <w:pPr>
      <w:numPr>
        <w:numId w:val="10"/>
      </w:numPr>
    </w:pPr>
  </w:style>
  <w:style w:type="paragraph" w:customStyle="1" w:styleId="Alphabetic2">
    <w:name w:val="Alphabetic2"/>
    <w:basedOn w:val="Alphabetic1"/>
    <w:uiPriority w:val="6"/>
    <w:rsid w:val="00DA0C14"/>
    <w:pPr>
      <w:numPr>
        <w:ilvl w:val="1"/>
      </w:numPr>
    </w:pPr>
  </w:style>
  <w:style w:type="character" w:customStyle="1" w:styleId="Italic">
    <w:name w:val="Italic"/>
    <w:uiPriority w:val="12"/>
    <w:unhideWhenUsed/>
    <w:rsid w:val="009763D0"/>
    <w:rPr>
      <w:i/>
    </w:rPr>
  </w:style>
  <w:style w:type="character" w:customStyle="1" w:styleId="Underline">
    <w:name w:val="Underline"/>
    <w:uiPriority w:val="12"/>
    <w:unhideWhenUsed/>
    <w:rsid w:val="009763D0"/>
    <w:rPr>
      <w:u w:val="single"/>
    </w:rPr>
  </w:style>
  <w:style w:type="paragraph" w:customStyle="1" w:styleId="Absenderblock">
    <w:name w:val="Absenderblock"/>
    <w:basedOn w:val="Standard"/>
    <w:uiPriority w:val="2"/>
    <w:rsid w:val="00697A72"/>
    <w:pPr>
      <w:spacing w:line="210" w:lineRule="exact"/>
      <w:jc w:val="left"/>
    </w:pPr>
    <w:rPr>
      <w:noProof/>
      <w:sz w:val="17"/>
    </w:rPr>
  </w:style>
  <w:style w:type="paragraph" w:customStyle="1" w:styleId="Transmission">
    <w:name w:val="Transmission"/>
    <w:basedOn w:val="Standard"/>
    <w:next w:val="Standard"/>
    <w:uiPriority w:val="13"/>
    <w:unhideWhenUsed/>
    <w:rsid w:val="003A5609"/>
    <w:rPr>
      <w:b/>
    </w:rPr>
  </w:style>
  <w:style w:type="character" w:styleId="Hyperlink">
    <w:name w:val="Hyperlink"/>
    <w:basedOn w:val="Absatz-Standardschriftart"/>
    <w:uiPriority w:val="2"/>
    <w:rsid w:val="00DB6F69"/>
    <w:rPr>
      <w:i/>
      <w:color w:val="auto"/>
      <w:u w:val="none"/>
    </w:rPr>
  </w:style>
  <w:style w:type="character" w:styleId="BesuchterLink">
    <w:name w:val="FollowedHyperlink"/>
    <w:basedOn w:val="Absatz-Standardschriftart"/>
    <w:uiPriority w:val="3"/>
    <w:rsid w:val="00DB6F69"/>
    <w:rPr>
      <w:i/>
      <w:color w:val="667785" w:themeColor="accent3"/>
      <w:u w:val="none"/>
    </w:rPr>
  </w:style>
  <w:style w:type="paragraph" w:customStyle="1" w:styleId="Numeric3">
    <w:name w:val="Numeric3"/>
    <w:basedOn w:val="Numeric2"/>
    <w:uiPriority w:val="5"/>
    <w:rsid w:val="00AF7F53"/>
    <w:pPr>
      <w:numPr>
        <w:ilvl w:val="2"/>
      </w:numPr>
    </w:pPr>
  </w:style>
  <w:style w:type="paragraph" w:customStyle="1" w:styleId="Alphabetic3">
    <w:name w:val="Alphabetic3"/>
    <w:basedOn w:val="Alphabetic2"/>
    <w:uiPriority w:val="6"/>
    <w:rsid w:val="00AF7F53"/>
    <w:pPr>
      <w:numPr>
        <w:ilvl w:val="2"/>
      </w:numPr>
    </w:pPr>
  </w:style>
  <w:style w:type="paragraph" w:styleId="Verzeichnis1">
    <w:name w:val="toc 1"/>
    <w:basedOn w:val="Standard"/>
    <w:next w:val="Standard"/>
    <w:autoRedefine/>
    <w:uiPriority w:val="15"/>
    <w:unhideWhenUsed/>
    <w:rsid w:val="00FB65F5"/>
    <w:pPr>
      <w:tabs>
        <w:tab w:val="left" w:pos="567"/>
        <w:tab w:val="right" w:leader="dot" w:pos="9299"/>
      </w:tabs>
      <w:spacing w:before="240"/>
      <w:ind w:left="567" w:hanging="567"/>
    </w:pPr>
    <w:rPr>
      <w:b/>
      <w:i/>
      <w:noProof/>
    </w:rPr>
  </w:style>
  <w:style w:type="paragraph" w:styleId="Verzeichnis2">
    <w:name w:val="toc 2"/>
    <w:basedOn w:val="Verzeichnis1"/>
    <w:next w:val="Standard"/>
    <w:autoRedefine/>
    <w:uiPriority w:val="15"/>
    <w:unhideWhenUsed/>
    <w:rsid w:val="00A7292F"/>
    <w:pPr>
      <w:spacing w:before="0"/>
    </w:pPr>
    <w:rPr>
      <w:b w:val="0"/>
    </w:rPr>
  </w:style>
  <w:style w:type="paragraph" w:styleId="Verzeichnis3">
    <w:name w:val="toc 3"/>
    <w:basedOn w:val="Verzeichnis1"/>
    <w:next w:val="Standard"/>
    <w:autoRedefine/>
    <w:uiPriority w:val="15"/>
    <w:unhideWhenUsed/>
    <w:rsid w:val="00A7292F"/>
    <w:pPr>
      <w:spacing w:before="0"/>
    </w:pPr>
    <w:rPr>
      <w:b w:val="0"/>
    </w:rPr>
  </w:style>
  <w:style w:type="paragraph" w:styleId="Inhaltsverzeichnisberschrift">
    <w:name w:val="TOC Heading"/>
    <w:basedOn w:val="Standard"/>
    <w:next w:val="Standard"/>
    <w:uiPriority w:val="15"/>
    <w:unhideWhenUsed/>
    <w:rsid w:val="00A46B74"/>
    <w:rPr>
      <w:i/>
      <w:color w:val="001B35" w:themeColor="accent1"/>
      <w:sz w:val="32"/>
      <w:szCs w:val="28"/>
    </w:rPr>
  </w:style>
  <w:style w:type="paragraph" w:customStyle="1" w:styleId="Register1a">
    <w:name w:val="Register 1a"/>
    <w:basedOn w:val="Titel"/>
    <w:uiPriority w:val="16"/>
    <w:unhideWhenUsed/>
    <w:rsid w:val="00AF019A"/>
    <w:pPr>
      <w:spacing w:after="300"/>
    </w:pPr>
    <w:rPr>
      <w:szCs w:val="32"/>
    </w:rPr>
  </w:style>
  <w:style w:type="paragraph" w:customStyle="1" w:styleId="Register2a">
    <w:name w:val="Register 2a"/>
    <w:basedOn w:val="Standard"/>
    <w:uiPriority w:val="16"/>
    <w:unhideWhenUsed/>
    <w:rsid w:val="0039443B"/>
    <w:pPr>
      <w:tabs>
        <w:tab w:val="right" w:pos="3402"/>
        <w:tab w:val="right" w:pos="5103"/>
      </w:tabs>
      <w:spacing w:line="240" w:lineRule="auto"/>
      <w:ind w:left="680" w:hanging="567"/>
      <w:jc w:val="left"/>
    </w:pPr>
    <w:rPr>
      <w:sz w:val="32"/>
      <w:szCs w:val="32"/>
    </w:rPr>
  </w:style>
  <w:style w:type="paragraph" w:customStyle="1" w:styleId="Register2b">
    <w:name w:val="Register 2b"/>
    <w:basedOn w:val="Register2a"/>
    <w:uiPriority w:val="16"/>
    <w:unhideWhenUsed/>
    <w:rsid w:val="00D86EAB"/>
    <w:rPr>
      <w:sz w:val="28"/>
    </w:rPr>
  </w:style>
  <w:style w:type="paragraph" w:customStyle="1" w:styleId="Register2c">
    <w:name w:val="Register 2c"/>
    <w:basedOn w:val="Register2b"/>
    <w:uiPriority w:val="16"/>
    <w:unhideWhenUsed/>
    <w:rsid w:val="00D86EAB"/>
    <w:rPr>
      <w:sz w:val="24"/>
    </w:rPr>
  </w:style>
  <w:style w:type="paragraph" w:customStyle="1" w:styleId="Ordnerrcken">
    <w:name w:val="Ordnerrücken"/>
    <w:basedOn w:val="Standard"/>
    <w:uiPriority w:val="18"/>
    <w:unhideWhenUsed/>
    <w:rsid w:val="00D86EAB"/>
    <w:pPr>
      <w:jc w:val="center"/>
    </w:pPr>
  </w:style>
  <w:style w:type="paragraph" w:customStyle="1" w:styleId="OrdnerrckenFett">
    <w:name w:val="Ordnerrücken Fett"/>
    <w:basedOn w:val="Ordnerrcken"/>
    <w:next w:val="Ordnerrcken"/>
    <w:uiPriority w:val="18"/>
    <w:unhideWhenUsed/>
    <w:rsid w:val="00D86EAB"/>
    <w:rPr>
      <w:b/>
    </w:rPr>
  </w:style>
  <w:style w:type="paragraph" w:customStyle="1" w:styleId="AbsenderaufEtiketten">
    <w:name w:val="Absender auf Etiketten"/>
    <w:basedOn w:val="Standard"/>
    <w:uiPriority w:val="17"/>
    <w:unhideWhenUsed/>
    <w:rsid w:val="0039443B"/>
    <w:pPr>
      <w:spacing w:line="240" w:lineRule="auto"/>
      <w:jc w:val="left"/>
    </w:pPr>
    <w:rPr>
      <w:sz w:val="14"/>
      <w:szCs w:val="12"/>
      <w:u w:val="single"/>
    </w:rPr>
  </w:style>
  <w:style w:type="paragraph" w:customStyle="1" w:styleId="TitelBericht">
    <w:name w:val="Titel Bericht"/>
    <w:basedOn w:val="Titel"/>
    <w:next w:val="Standard"/>
    <w:uiPriority w:val="9"/>
    <w:rsid w:val="00CC5E2C"/>
    <w:rPr>
      <w:sz w:val="80"/>
    </w:rPr>
  </w:style>
  <w:style w:type="paragraph" w:customStyle="1" w:styleId="UntertitelBericht">
    <w:name w:val="Untertitel Bericht"/>
    <w:basedOn w:val="Untertitel"/>
    <w:uiPriority w:val="9"/>
    <w:rsid w:val="00CC5E2C"/>
    <w:rPr>
      <w:sz w:val="48"/>
    </w:rPr>
  </w:style>
  <w:style w:type="paragraph" w:customStyle="1" w:styleId="Register1b">
    <w:name w:val="Register 1b"/>
    <w:basedOn w:val="Register1a"/>
    <w:uiPriority w:val="16"/>
    <w:unhideWhenUsed/>
    <w:rsid w:val="005412E4"/>
    <w:rPr>
      <w:sz w:val="32"/>
    </w:rPr>
  </w:style>
  <w:style w:type="paragraph" w:customStyle="1" w:styleId="Register1c">
    <w:name w:val="Register 1c"/>
    <w:basedOn w:val="Register1b"/>
    <w:uiPriority w:val="16"/>
    <w:unhideWhenUsed/>
    <w:rsid w:val="005412E4"/>
    <w:rPr>
      <w:color w:val="auto"/>
      <w:sz w:val="28"/>
    </w:rPr>
  </w:style>
  <w:style w:type="paragraph" w:customStyle="1" w:styleId="Protokollmit2Linien">
    <w:name w:val="Protokoll mit 2 Linien"/>
    <w:basedOn w:val="Standard"/>
    <w:uiPriority w:val="14"/>
    <w:rsid w:val="005412E4"/>
    <w:pPr>
      <w:tabs>
        <w:tab w:val="bar" w:pos="6464"/>
        <w:tab w:val="left" w:pos="6577"/>
        <w:tab w:val="bar" w:pos="7881"/>
        <w:tab w:val="right" w:pos="9299"/>
      </w:tabs>
      <w:ind w:right="3005"/>
    </w:pPr>
  </w:style>
  <w:style w:type="paragraph" w:customStyle="1" w:styleId="Standardklein">
    <w:name w:val="Standard klein"/>
    <w:basedOn w:val="Standard"/>
    <w:qFormat/>
    <w:rsid w:val="001E4F6C"/>
    <w:pPr>
      <w:spacing w:line="210" w:lineRule="atLeast"/>
    </w:pPr>
    <w:rPr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B6F69"/>
    <w:pPr>
      <w:spacing w:line="200" w:lineRule="atLeast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B6F69"/>
    <w:rPr>
      <w:rFonts w:ascii="Times New Roman" w:hAnsi="Times New Roman"/>
      <w:sz w:val="16"/>
      <w:szCs w:val="20"/>
    </w:rPr>
  </w:style>
  <w:style w:type="paragraph" w:customStyle="1" w:styleId="Lead">
    <w:name w:val="Lead"/>
    <w:basedOn w:val="Standard"/>
    <w:qFormat/>
    <w:rsid w:val="001E4F6C"/>
    <w:pPr>
      <w:spacing w:line="480" w:lineRule="exact"/>
      <w:jc w:val="left"/>
    </w:pPr>
    <w:rPr>
      <w:rFonts w:ascii="Arial" w:hAnsi="Arial" w:cs="Arial"/>
      <w:b/>
      <w:bCs/>
      <w:szCs w:val="32"/>
    </w:rPr>
  </w:style>
  <w:style w:type="paragraph" w:customStyle="1" w:styleId="Lauftext">
    <w:name w:val="Lauftext"/>
    <w:basedOn w:val="Standard"/>
    <w:qFormat/>
    <w:rsid w:val="001E4F6C"/>
    <w:pPr>
      <w:spacing w:line="260" w:lineRule="exact"/>
      <w:jc w:val="left"/>
    </w:pPr>
    <w:rPr>
      <w:szCs w:val="20"/>
    </w:rPr>
  </w:style>
  <w:style w:type="paragraph" w:customStyle="1" w:styleId="UntertitelOrange">
    <w:name w:val="UntertitelOrange"/>
    <w:basedOn w:val="Untertitel"/>
    <w:link w:val="UntertitelOrangeZchn"/>
    <w:qFormat/>
    <w:rsid w:val="001E4F6C"/>
    <w:rPr>
      <w:color w:val="F39100" w:themeColor="accent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E4F6C"/>
    <w:rPr>
      <w:color w:val="605E5C"/>
      <w:shd w:val="clear" w:color="auto" w:fill="E1DFDD"/>
    </w:rPr>
  </w:style>
  <w:style w:type="character" w:customStyle="1" w:styleId="UntertitelOrangeZchn">
    <w:name w:val="UntertitelOrange Zchn"/>
    <w:basedOn w:val="UntertitelZchn"/>
    <w:link w:val="UntertitelOrange"/>
    <w:rsid w:val="001E4F6C"/>
    <w:rPr>
      <w:rFonts w:ascii="Arial" w:hAnsi="Arial" w:cs="Arial"/>
      <w:b/>
      <w:bCs/>
      <w:color w:val="F39100" w:themeColor="accent2"/>
      <w:sz w:val="28"/>
      <w:szCs w:val="32"/>
    </w:rPr>
  </w:style>
  <w:style w:type="paragraph" w:customStyle="1" w:styleId="AbsenderTelefon">
    <w:name w:val="Absender Telefon"/>
    <w:basedOn w:val="Standard"/>
    <w:qFormat/>
    <w:rsid w:val="001E4F6C"/>
    <w:pPr>
      <w:spacing w:line="200" w:lineRule="exact"/>
      <w:jc w:val="left"/>
    </w:pPr>
    <w:rPr>
      <w:rFonts w:ascii="Arial" w:hAnsi="Arial" w:cs="Arial"/>
      <w:b/>
      <w:bCs/>
      <w:color w:val="FFFFFF" w:themeColor="text1"/>
      <w:sz w:val="16"/>
      <w:szCs w:val="16"/>
    </w:rPr>
  </w:style>
  <w:style w:type="paragraph" w:customStyle="1" w:styleId="AbsenderAdresse">
    <w:name w:val="Absender Adresse"/>
    <w:basedOn w:val="Fuzeile"/>
    <w:qFormat/>
    <w:rsid w:val="001E4F6C"/>
    <w:pPr>
      <w:tabs>
        <w:tab w:val="center" w:pos="4536"/>
        <w:tab w:val="right" w:pos="9072"/>
      </w:tabs>
      <w:jc w:val="left"/>
    </w:pPr>
    <w:rPr>
      <w:rFonts w:ascii="Arial" w:hAnsi="Arial" w:cs="Arial"/>
      <w:b/>
      <w:bCs/>
      <w:szCs w:val="16"/>
    </w:rPr>
  </w:style>
  <w:style w:type="paragraph" w:customStyle="1" w:styleId="Zwischentitel">
    <w:name w:val="Zwischentitel"/>
    <w:basedOn w:val="Standard"/>
    <w:link w:val="ZwischentitelZchn"/>
    <w:qFormat/>
    <w:rsid w:val="000008D9"/>
    <w:pPr>
      <w:spacing w:before="240"/>
    </w:pPr>
    <w:rPr>
      <w:rFonts w:ascii="Arial" w:hAnsi="Arial" w:cs="Arial"/>
      <w:b/>
      <w:bCs/>
      <w:lang w:val="fr-CH"/>
    </w:rPr>
  </w:style>
  <w:style w:type="character" w:customStyle="1" w:styleId="ZwischentitelZchn">
    <w:name w:val="Zwischentitel Zchn"/>
    <w:basedOn w:val="Absatz-Standardschriftart"/>
    <w:link w:val="Zwischentitel"/>
    <w:rsid w:val="000008D9"/>
    <w:rPr>
      <w:rFonts w:ascii="Arial" w:hAnsi="Arial" w:cs="Arial"/>
      <w:b/>
      <w:bCs/>
      <w:sz w:val="20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ommunikation@kfmv.ch%20%2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cag\AppData\Local\Temp\32face5b-291b-43bb-ac6c-cfc9783365c9.dotx" TargetMode="External"/></Relationships>
</file>

<file path=word/theme/theme1.xml><?xml version="1.0" encoding="utf-8"?>
<a:theme xmlns:a="http://schemas.openxmlformats.org/drawingml/2006/main" name="kfmv Farbwelt">
  <a:themeElements>
    <a:clrScheme name="Benutzerdefiniert 1">
      <a:dk1>
        <a:srgbClr val="FFFFFF"/>
      </a:dk1>
      <a:lt1>
        <a:srgbClr val="000000"/>
      </a:lt1>
      <a:dk2>
        <a:srgbClr val="D2D2D2"/>
      </a:dk2>
      <a:lt2>
        <a:srgbClr val="666666"/>
      </a:lt2>
      <a:accent1>
        <a:srgbClr val="001B35"/>
      </a:accent1>
      <a:accent2>
        <a:srgbClr val="F39100"/>
      </a:accent2>
      <a:accent3>
        <a:srgbClr val="667785"/>
      </a:accent3>
      <a:accent4>
        <a:srgbClr val="000000"/>
      </a:accent4>
      <a:accent5>
        <a:srgbClr val="FFFFFF"/>
      </a:accent5>
      <a:accent6>
        <a:srgbClr val="FFFFFF"/>
      </a:accent6>
      <a:hlink>
        <a:srgbClr val="F39100"/>
      </a:hlink>
      <a:folHlink>
        <a:srgbClr val="954F72"/>
      </a:folHlink>
    </a:clrScheme>
    <a:fontScheme name="kfmv Farbwe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OneOffixxExtendedBindingPart xmlns:xsd="http://www.w3.org/2001/XMLSchema" xmlns:xsi="http://www.w3.org/2001/XMLSchema-instance" xmlns="http://schema.oneoffixx.com/OneOffixxExtendedBindingPart/1">
  <ExtendedBindings/>
</OneOffixxExtendedBindingPart>
</file>

<file path=customXml/item3.xml><?xml version="1.0" encoding="utf-8"?>
<OneOffixxFormattingPart xmlns:xsd="http://www.w3.org/2001/XMLSchema" xmlns:xsi="http://www.w3.org/2001/XMLSchema-instance" xmlns="http://schema.oneoffixx.com/OneOffixxFormattingPart/1">
  <Configuration>
    <DocumentFunction xmlns="">
      <!-- Parametrierung der Überschriften -->
      <Group name="Headings">
        <Definition type="Heading" level="1" style="Überschrift 1"/>
        <Definition type="Heading" level="2" style="Überschrift 2"/>
        <Definition type="Heading" level="3" style="Überschrift 3"/>
        <Definition type="Heading" level="4" style="Überschrift 4"/>
      </Group>
      <!-- Parametrierung der Tabulatoren -->
      <Group name="Indents" maxListLevels="3">
      </Group>
      <!-- Parametrierung der Listen, Aufzählungen und Nummerierungen -->
      <Group name="NumberingStyles">
        <Definition type="Numeric" tabPosition="1" style="Numeric1"/>
        <Definition type="Alphabetic" tabPosition="1" style="Alphabetic1"/>
        <!-- <Definition type="Bullet" tabPosition="1" style="BulletListStyle" /> -->
        <Definition type="Line" tabPosition="1" style="Line1"/>
      </Group>
      <!-- Parametrierung der Nummerierungs-Optionen -->
      <Group name="NumberingBehaviors">
        <Definition type="Increment" style="Numeric1"/>
        <Definition type="Decrement"/>
        <!--<Definition type="RestartMain"/>
  <Definition type="RestartSub"/>-->
        <Definition type="ResetChapter" style="Überschrift 1"/>
        <Definition type="ResetList" style="Numeric1"/>
      </Group>
      <!-- Parametrierung der weiteren Formatierungs-Optionen -->
      <Group name="Styles">
        <Definition type="Standard" style="Standard"/>
        <!--  <Definition type="Bold" style=""/> -->
        <Definition type="Italic" style=""/>
        <Definition type="Underline" style=""/>
      </Group>
      <!-- Parametrierung der weiteren kundenspezifischen Formatierungs-Optionen -->
      <Group name="CustomStyles">
        <Category id="Zusatztitel">
          <Label lcid="1042">Zusatztitel</Label>
          <Definition type="Titel" style="Titel">
            <Label lcid="1042">Titel</Label>
          </Definition>
          <Definition type="Untertitel" style="Untertitel">
            <Label lcid="1042">Untertitel</Label>
          </Definition>
        </Category>
        <!-- <Category id="Formats">
    <Label lcid="1042">div. Formatierungen</Label>
    <Definition type="Intensiv" style="Intensiv">
      <Label lcid="1042">Hervorgehoben</Label>
    </Definition>
    <Definition type="Bold" style="Fett">
      <Label lcid="1042">Fett</Label>
    </Definition>
  </Category>  -->
      </Group>
    </DocumentFunction>
  </Configuration>
</OneOffixxFormattingPart>
</file>

<file path=customXml/item4.xml><?xml version="1.0" encoding="utf-8"?>
<OneOffixxDocumentPart xmlns:xsd="http://www.w3.org/2001/XMLSchema" xmlns:xsi="http://www.w3.org/2001/XMLSchema-instance" xmlns="http://schema.oneoffixx.com/OneOffixxDocumentPart/1" id="598135ef-6c91-41d4-8450-c90db4c08718" tId="d62abe27-ebcd-436a-8964-6e71d4f7da55" internalTId="d62abe27-ebcd-436a-8964-6e71d4f7da55" mtId="275af32e-bc40-45c2-85b7-afb1c0382653" revision="0" createdmajorversion="0" createdminorversion="0" created="2022-12-09T09:37:35.7106541Z" modifiedmajorversion="0" modifiedminorversion="0" modified="0001-01-01T00:00:00" profile="a7b0b69e-e0ff-497c-b7f8-43288c8e976b" mode="NewDocument" colormode="Color" lcid="2055">
  <Content>
    <DataModel xmlns="">
      <Profile windowwidth="0" windowheight="0" minwindowwidth="0" maxwindowwidth="0" minwindowheight="0" maxwindowheight="0">
        <Text id="Profile.Id" row="0" column="0" columnspan="0" multiline="False" multilinerows="0" locked="False" label="Profile.Id" readonly="False" visible="True" required="False" regex="" validationmessage="" tooltip="" tracked="False"><![CDATA[a7b0b69e-e0ff-497c-b7f8-43288c8e976b]]></Text>
        <Text id="Profile.OrganizationUnitId" row="0" column="0" columnspan="0" multiline="False" multilinerows="0" locked="False" label="Profile.OrganizationUnitId" readonly="False" visible="True" required="False" regex="" validationmessage="" tooltip="" tracked="False"><![CDATA[8b41a65f-0baa-4f2e-9f28-a95aeea1158a]]></Text>
        <Text id="Profile.Org.Claim" row="0" column="0" columnspan="0" multiline="False" multilinerows="0" locked="False" label="Profile.Org.Claim" readonly="False" visible="True" required="False" regex="" validationmessage="" tooltip="" tracked="False"><![CDATA[mehr wirtschaft. für mich.]]></Text>
        <Text id="Profile.Org.Domestic.co" row="0" column="0" columnspan="0" multiline="False" multilinerows="0" locked="False" label="Profile.Org.Domestic.co" readonly="False" visible="True" required="False" regex="" validationmessage="" tooltip="" tracked="False"><![CDATA[ ]]></Text>
        <Text id="Profile.Org.Email" row="0" column="0" columnspan="0" multiline="False" multilinerows="0" locked="False" label="Profile.Org.Email" readonly="False" visible="True" required="False" regex="" validationmessage="" tooltip="" tracked="False"><![CDATA[info@kfmv.ch]]></Text>
        <Text id="Profile.Org.Fax" row="0" column="0" columnspan="0" multiline="False" multilinerows="0" locked="False" label="Profile.Org.Fax" readonly="False" visible="True" required="False" regex="" validationmessage="" tooltip="" tracked="False"><![CDATA[ ]]></Text>
        <Text id="Profile.Org.Phone" row="0" column="0" columnspan="0" multiline="False" multilinerows="0" locked="False" label="Profile.Org.Phone" readonly="False" visible="True" required="False" regex="" validationmessage="" tooltip="" tracked="False"><![CDATA[+41 44 283 45 45]]></Text>
        <Text id="Profile.Org.Postal.City" row="0" column="0" columnspan="0" multiline="False" multilinerows="0" locked="False" label="Profile.Org.Postal.City" readonly="False" visible="True" required="False" regex="" validationmessage="" tooltip="" tracked="False"><![CDATA[Zürich]]></Text>
        <Text id="Profile.Org.Postal.Country" row="0" column="0" columnspan="0" multiline="False" multilinerows="0" locked="False" label="Profile.Org.Postal.Country" readonly="False" visible="True" required="False" regex="" validationmessage="" tooltip="" tracked="False"><![CDATA[Schweiz]]></Text>
        <Text id="Profile.Org.Postal.LZip" row="0" column="0" columnspan="0" multiline="False" multilinerows="0" locked="False" label="Profile.Org.Postal.LZip" readonly="False" visible="True" required="False" regex="" validationmessage="" tooltip="" tracked="False"><![CDATA[CH]]></Text>
        <Text id="Profile.Org.Postal.PoBox" row="0" column="0" columnspan="0" multiline="False" multilinerows="0" locked="False" label="Profile.Org.Postal.PoBox" readonly="False" visible="True" required="False" regex="" validationmessage="" tooltip="" tracked="False"><![CDATA[Postfach]]></Text>
        <Text id="Profile.Org.Postal.Street" row="0" column="0" columnspan="0" multiline="False" multilinerows="0" locked="False" label="Profile.Org.Postal.Street" readonly="False" visible="True" required="False" regex="" validationmessage="" tooltip="" tracked="False"><![CDATA[Reitergasse 9]]></Text>
        <Text id="Profile.Org.Postal.Zip" row="0" column="0" columnspan="0" multiline="False" multilinerows="0" locked="False" label="Profile.Org.Postal.Zip" readonly="False" visible="True" required="False" regex="" validationmessage="" tooltip="" tracked="False"><![CDATA[8021]]></Text>
        <Text id="Profile.Org.Title" row="0" column="0" columnspan="0" multiline="False" multilinerows="0" locked="False" label="Profile.Org.Title" readonly="False" visible="True" required="False" regex="" validationmessage="" tooltip="" tracked="False"><![CDATA[Kaufmännischer Verband Schweiz]]></Text>
        <Text id="Profile.Org.Unit" row="0" column="0" columnspan="0" multiline="False" multilinerows="0" locked="False" label="Profile.Org.Unit" readonly="False" visible="True" required="False" regex="" validationmessage="" tooltip="" tracked="False"><![CDATA[Zentralsekretariat]]></Text>
        <Text id="Profile.Org.Web" row="0" column="0" columnspan="0" multiline="False" multilinerows="0" locked="False" label="Profile.Org.Web" readonly="False" visible="True" required="False" regex="" validationmessage="" tooltip="" tracked="False"><![CDATA[kfmv.ch]]></Text>
        <Text id="Profile.User.Alias" row="0" column="0" columnspan="0" multiline="False" multilinerows="0" locked="False" label="Profile.User.Alias" readonly="False" visible="True" required="False" regex="" validationmessage="" tooltip="" tracked="False"><![CDATA[ ]]></Text>
        <Text id="Profile.User.Email" row="0" column="0" columnspan="0" multiline="False" multilinerows="0" locked="False" label="Profile.User.Email" readonly="False" visible="True" required="False" regex="" validationmessage="" tooltip="" tracked="False"><![CDATA[claudia.agnolazza@kfmv.ch]]></Text>
        <Text id="Profile.User.FirstName" row="0" column="0" columnspan="0" multiline="False" multilinerows="0" locked="False" label="Profile.User.FirstName" readonly="False" visible="True" required="False" regex="" validationmessage="" tooltip="" tracked="False"><![CDATA[Claudia]]></Text>
        <Text id="Profile.User.Function" row="0" column="0" columnspan="0" multiline="False" multilinerows="0" locked="False" label="Profile.User.Function" readonly="False" visible="True" required="False" regex="" validationmessage="" tooltip="" tracked="False"><![CDATA[Communication Manager]]></Text>
        <Text id="Profile.User.LastName" row="0" column="0" columnspan="0" multiline="False" multilinerows="0" locked="False" label="Profile.User.LastName" readonly="False" visible="True" required="False" regex="" validationmessage="" tooltip="" tracked="False"><![CDATA[Agnolazza]]></Text>
        <Text id="Profile.User.Mobile" row="0" column="0" columnspan="0" multiline="False" multilinerows="0" locked="False" label="Profile.User.Mobile" readonly="False" visible="True" required="False" regex="" validationmessage="" tooltip="" tracked="False"><![CDATA[ ]]></Text>
        <Text id="Profile.User.Phone" row="0" column="0" columnspan="0" multiline="False" multilinerows="0" locked="False" label="Profile.User.Phone" readonly="False" visible="True" required="False" regex="" validationmessage="" tooltip="" tracked="False"><![CDATA[ ]]></Text>
        <Text id="Profile.User.Title" row="0" column="0" columnspan="0" multiline="False" multilinerows="0" locked="False" label="Profile.User.Title" readonly="False" visible="True" required="False" regex="" validationmessage="" tooltip="" tracked="False"><![CDATA[ ]]></Text>
        <Text id="Profile.User.TitleAfter" row="0" column="0" columnspan="0" multiline="False" multilinerows="0" locked="False" label="Profile.User.TitleAfter" readonly="False" visible="True" required="False" regex="" validationmessage="" tooltip="" tracked="False"><![CDATA[ ]]></Text>
      </Profile>
      <Author windowwidth="0" windowheight="0" minwindowwidth="0" maxwindowwidth="0" minwindowheight="0" maxwindowheight="0">
        <Text id="Author.User.Alias" row="0" column="0" columnspan="0" multiline="False" multilinerows="0" locked="False" label="Author.User.Alias" readonly="False" visible="True" required="False" regex="" validationmessage="" tooltip="" tracked="False"><![CDATA[ ]]></Text>
        <Text id="Author.User.Email" row="0" column="0" columnspan="0" multiline="False" multilinerows="0" locked="False" label="Author.User.Email" readonly="False" visible="True" required="False" regex="" validationmessage="" tooltip="" tracked="False"><![CDATA[claudia.agnolazza@kfmv.ch]]></Text>
        <Text id="Author.User.FirstName" row="0" column="0" columnspan="0" multiline="False" multilinerows="0" locked="False" label="Author.User.FirstName" readonly="False" visible="True" required="False" regex="" validationmessage="" tooltip="" tracked="False"><![CDATA[Claudia]]></Text>
        <Text id="Author.User.Function" row="0" column="0" columnspan="0" multiline="False" multilinerows="0" locked="False" label="Author.User.Function" readonly="False" visible="True" required="False" regex="" validationmessage="" tooltip="" tracked="False"><![CDATA[Communication Manager]]></Text>
        <Text id="Author.User.LastName" row="0" column="0" columnspan="0" multiline="False" multilinerows="0" locked="False" label="Author.User.LastName" readonly="False" visible="True" required="False" regex="" validationmessage="" tooltip="" tracked="False"><![CDATA[Agnolazza]]></Text>
        <Text id="Author.User.Mobile" row="0" column="0" columnspan="0" multiline="False" multilinerows="0" locked="False" label="Author.User.Mobile" readonly="False" visible="True" required="False" regex="" validationmessage="" tooltip="" tracked="False"><![CDATA[ ]]></Text>
        <Text id="Author.User.Phone" row="0" column="0" columnspan="0" multiline="False" multilinerows="0" locked="False" label="Author.User.Phone" readonly="False" visible="True" required="False" regex="" validationmessage="" tooltip="" tracked="False"><![CDATA[ ]]></Text>
        <Text id="Author.User.Title" row="0" column="0" columnspan="0" multiline="False" multilinerows="0" locked="False" label="Author.User.Title" readonly="False" visible="True" required="False" regex="" validationmessage="" tooltip="" tracked="False"><![CDATA[ ]]></Text>
        <Text id="Author.User.TitleAfter" row="0" column="0" columnspan="0" multiline="False" multilinerows="0" locked="False" label="Author.User.TitleAfter" readonly="False" visible="True" required="False" regex="" validationmessage="" tooltip="" tracked="False"><![CDATA[ ]]></Text>
      </Author>
      <Parameter windowwidth="600" windowheight="0" minwindowwidth="0" maxwindowwidth="0" minwindowheight="0" maxwindowheight="0">
        <DateTime id="Datum" lid="Deutsch (Deutschland)" format="d. MMMM yyyy" calendar="Gregor" row="2" column="1" columnspan="1" locked="False" label="Datum" readonly="False" visible="True" tooltip="" tracked="False">2022-12-09T00:00:00Z</DateTime>
        <Text id="Titel" row="0" column="1" columnspan="3" multiline="True" multilinerows="1.2" locked="False" label="Titel" readonly="False" visible="True" required="False" regex="" validationmessage="" tooltip="" tracked="False"><![CDATA[ ]]></Text>
        <Text id="Untertitel" row="1" column="1" columnspan="3" multiline="True" multilinerows="1.2" locked="False" label="Untertitel" readonly="False" visible="True" required="False" regex="" validationmessage="" tooltip="" tracked="False"><![CDATA[ ]]></Text>
        <Text id="Special.CheckboxGroupViewList" row="0" column="0" columnspan="0" multiline="False" multilinerows="3" locked="False" label="Special.CheckboxGroupViewList" readonly="False" visible="False" required="False" regex="" validationmessage="" tooltip="" tracked="False"><![CDATA[ ]]></Text>
        <Text id="Special.CheckboxGroupViewBox" row="0" column="0" columnspan="0" multiline="False" multilinerows="3" locked="False" label="Special.CheckboxGroupViewBox" readonly="False" visible="False" required="False" regex="" validationmessage="" tooltip="" tracked="False"><![CDATA[ ]]></Text>
        <Text id="Special.CheckboxGroupViewText" row="0" column="0" columnspan="0" multiline="False" multilinerows="3" locked="False" label="Special.CheckboxGroupViewText" readonly="False" visible="False" required="False" regex="" validationmessage="" tooltip="" tracked="False"><![CDATA[ ]]></Text>
        <Text id="Special.CheckboxGroupViewBoxAndText" row="0" column="0" columnspan="0" multiline="False" multilinerows="3" locked="False" label="Special.CheckboxGroupViewBoxAndText" readonly="False" visible="False" required="False" regex="" validationmessage="" tooltip="" tracked="False"><![CDATA[ ]]></Text>
      </Parameter>
      <Toolbox windowwidth="0" windowheight="0" minwindowwidth="0" maxwindowwidth="0" minwindowheight="0" maxwindowheight="0">
        <Text id="DocumentProperties.SavePath" row="0" column="0" columnspan="0" multiline="False" multilinerows="3" locked="False" label="" readonly="False" visible="True" required="False" regex="" validationmessage="" tooltip="" tracked="False"><![CDATA[ ]]></Text>
        <Text id="DocumentProperties.DocumentName" row="0" column="0" columnspan="0" multiline="False" multilinerows="3" locked="False" label="" readonly="False" visible="True" required="False" regex="" validationmessage="" tooltip="" tracked="False"><![CDATA[ ]]></Text>
        <DateTime id="DocumentProperties.SaveTimestamp" lid="Deutsch (Deutschland)" format="" calendar="" row="0" column="0" columnspan="0" locked="False" label="" readonly="False" visible="True" tooltip="" tracked="False">2022-12-08T23:00:00Z</DateTime>
      </Toolbox>
      <Scripting windowwidth="0" windowheight="0" minwindowwidth="0" maxwindowwidth="0" minwindowheight="0" maxwindowheight="0">
        <Text id="CustomElements.AutorDaten" row="0" column="0" columnspan="0" multiline="False" multilinerows="0" locked="False" label="CustomElements.AutorDaten" readonly="False" visible="True" required="False" regex="" validationmessage="" tooltip="" tracked="False"><![CDATA[Claudia Agnolazza, claudia.agnolazza@kfmv.ch]]></Text>
        <Text id="CustomElements.AbsAdr" row="0" column="0" columnspan="0" multiline="False" multilinerows="0" locked="False" label="CustomElements.AbsAdr" readonly="False" visible="True" required="False" regex="" validationmessage="" tooltip="" tracked="False"><![CDATA[Reitergasse 9
Postfach]]></Text>
        <Text id="CustomElements.AbsTelOrg" row="0" column="0" columnspan="0" multiline="False" multilinerows="0" locked="False" label="CustomElements.AbsTelOrg" readonly="False" visible="True" required="False" regex="" validationmessage="" tooltip="" tracked="False"><![CDATA[Telefon +41 44 283 45 45]]></Text>
        <Text id="CustomElements.Autoren" row="0" column="0" columnspan="0" multiline="False" multilinerows="0" locked="False" label="CustomElements.Autoren" readonly="False" visible="True" required="False" regex="" validationmessage="" tooltip="" tracked="False"><![CDATA[Autoren]]></Text>
        <Text id="CustomElements.Datum" row="0" column="0" columnspan="0" multiline="False" multilinerows="0" locked="False" label="CustomElements.Datum" readonly="False" visible="True" required="False" regex="" validationmessage="" tooltip="" tracked="False"><![CDATA[Datum]]></Text>
      </Scripting>
    </DataModel>
  </Content>
  <TemplateTree CreationMode="Published" PipelineVersion="V2">
    <Template tId="d62abe27-ebcd-436a-8964-6e71d4f7da55" internalTId="d62abe27-ebcd-436a-8964-6e71d4f7da55">
      <BasedOn>
        <Template tId="d690a722-1853-4124-ac96-d3ccb0a036fc" internalTId="d690a722-1853-4124-ac96-d3ccb0a036fc">
          <BasedOn>
            <Template tId="2e049257-50be-4484-95a8-7df097d568ff" internalTId="2e049257-50be-4484-95a8-7df097d568ff"/>
          </BasedOn>
        </Template>
      </BasedOn>
    </Template>
  </TemplateTree>
</OneOffixxDocumentPart>
</file>

<file path=customXml/item5.xml><?xml version="1.0" encoding="utf-8"?>
<OneOffixxImageDefinitionPart xmlns:xsd="http://www.w3.org/2001/XMLSchema" xmlns:xsi="http://www.w3.org/2001/XMLSchema-instance" xmlns="http://schema.oneoffixx.com/OneOffixxImageDefinitionPart/1">
  <ImageDefinitions>
    <ImageSizeDefinition>
      <Id>1414533712</Id>
      <Width>0</Width>
      <Height>0</Height>
      <XPath>//Image[@id='Profile.Org.Logo']</XPath>
      <ImageHash>55e43c25b74575fceac5721ea58d4056</ImageHash>
    </ImageSizeDefinition>
    <ImageSizeDefinition>
      <Id>918522416</Id>
      <Width>0</Width>
      <Height>0</Height>
      <XPath>//Image[@id='Profile.Org.Logo']</XPath>
      <ImageHash>55e43c25b74575fceac5721ea58d4056</ImageHash>
    </ImageSizeDefinition>
    <ImageSizeDefinition>
      <Id>506569744</Id>
      <Width>0</Width>
      <Height>0</Height>
      <XPath>//Image[@id='Profile.Org.Logo']</XPath>
      <ImageHash>55e43c25b74575fceac5721ea58d4056</ImageHash>
    </ImageSizeDefinition>
    <ImageSizeDefinition>
      <Id>1286062857</Id>
      <Width>0</Width>
      <Height>0</Height>
      <XPath>//Image[@id='Profile.Org.Logo']</XPath>
      <ImageHash>55e43c25b74575fceac5721ea58d4056</ImageHash>
    </ImageSizeDefinition>
  </ImageDefinitions>
</OneOffixxImageDefinitionPart>
</file>

<file path=customXml/itemProps1.xml><?xml version="1.0" encoding="utf-8"?>
<ds:datastoreItem xmlns:ds="http://schemas.openxmlformats.org/officeDocument/2006/customXml" ds:itemID="{2DEBDF1F-016F-4C7B-8346-D18F0D14FD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2E0E9D-FEA8-442A-A0BF-C624D4D09BA8}">
  <ds:schemaRefs>
    <ds:schemaRef ds:uri="http://www.w3.org/2001/XMLSchema"/>
    <ds:schemaRef ds:uri="http://schema.oneoffixx.com/OneOffixxExtendedBindingPart/1"/>
  </ds:schemaRefs>
</ds:datastoreItem>
</file>

<file path=customXml/itemProps3.xml><?xml version="1.0" encoding="utf-8"?>
<ds:datastoreItem xmlns:ds="http://schemas.openxmlformats.org/officeDocument/2006/customXml" ds:itemID="{F307313C-35E0-4399-B51A-BC9A588C66D8}">
  <ds:schemaRefs>
    <ds:schemaRef ds:uri="http://www.w3.org/2001/XMLSchema"/>
    <ds:schemaRef ds:uri="http://schema.oneoffixx.com/OneOffixxFormattingPart/1"/>
    <ds:schemaRef ds:uri=""/>
  </ds:schemaRefs>
</ds:datastoreItem>
</file>

<file path=customXml/itemProps4.xml><?xml version="1.0" encoding="utf-8"?>
<ds:datastoreItem xmlns:ds="http://schemas.openxmlformats.org/officeDocument/2006/customXml" ds:itemID="{03A59F68-1858-47E5-AA8A-A5AA5CE766A8}">
  <ds:schemaRefs>
    <ds:schemaRef ds:uri="http://www.w3.org/2001/XMLSchema"/>
    <ds:schemaRef ds:uri="http://schema.oneoffixx.com/OneOffixxDocumentPart/1"/>
    <ds:schemaRef ds:uri=""/>
  </ds:schemaRefs>
</ds:datastoreItem>
</file>

<file path=customXml/itemProps5.xml><?xml version="1.0" encoding="utf-8"?>
<ds:datastoreItem xmlns:ds="http://schemas.openxmlformats.org/officeDocument/2006/customXml" ds:itemID="{9BB3DFB6-BB81-442A-A501-998A6DB4B200}">
  <ds:schemaRefs>
    <ds:schemaRef ds:uri="http://www.w3.org/2001/XMLSchema"/>
    <ds:schemaRef ds:uri="http://schema.oneoffixx.com/OneOffixxImageDefinitionPart/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32face5b-291b-43bb-ac6c-cfc9783365c9.dotx</Template>
  <TotalTime>0</TotalTime>
  <Pages>1</Pages>
  <Words>59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Agnolazza Claudia</dc:creator>
  <cp:lastModifiedBy>Agnolazza Claudia</cp:lastModifiedBy>
  <cp:revision>3</cp:revision>
  <dcterms:created xsi:type="dcterms:W3CDTF">2022-12-12T08:13:00Z</dcterms:created>
  <dcterms:modified xsi:type="dcterms:W3CDTF">2022-12-12T08:14:00Z</dcterms:modified>
</cp:coreProperties>
</file>