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80F" w:rsidRDefault="0073280F" w:rsidP="0073280F">
      <w:r>
        <w:tab/>
        <w:t>Monsieur</w:t>
      </w:r>
    </w:p>
    <w:p w:rsidR="0073280F" w:rsidRDefault="0073280F" w:rsidP="0073280F">
      <w:r>
        <w:tab/>
        <w:t xml:space="preserve">Julien </w:t>
      </w:r>
      <w:proofErr w:type="spellStart"/>
      <w:r>
        <w:t>Dupertuis</w:t>
      </w:r>
      <w:proofErr w:type="spellEnd"/>
    </w:p>
    <w:p w:rsidR="0073280F" w:rsidRDefault="0073280F" w:rsidP="0073280F">
      <w:r>
        <w:tab/>
        <w:t>Rue de la Poste 13</w:t>
      </w:r>
    </w:p>
    <w:p w:rsidR="00EC341D" w:rsidRDefault="0073280F" w:rsidP="0073280F">
      <w:r>
        <w:tab/>
        <w:t>1860 Aigle</w:t>
      </w:r>
    </w:p>
    <w:p w:rsidR="0073280F" w:rsidRDefault="0073280F" w:rsidP="0073280F"/>
    <w:p w:rsidR="0073280F" w:rsidRDefault="0073280F" w:rsidP="0073280F"/>
    <w:p w:rsidR="0073280F" w:rsidRDefault="0073280F" w:rsidP="0073280F"/>
    <w:p w:rsidR="0073280F" w:rsidRDefault="0073280F" w:rsidP="0073280F"/>
    <w:p w:rsidR="0073280F" w:rsidRDefault="0073280F" w:rsidP="0073280F">
      <w:r>
        <w:tab/>
        <w:t>Aigle, le 6 juin 2016</w:t>
      </w:r>
    </w:p>
    <w:p w:rsidR="0073280F" w:rsidRDefault="0073280F" w:rsidP="0073280F"/>
    <w:p w:rsidR="0073280F" w:rsidRDefault="0073280F" w:rsidP="0073280F"/>
    <w:p w:rsidR="0073280F" w:rsidRDefault="0073280F" w:rsidP="0073280F"/>
    <w:p w:rsidR="0073280F" w:rsidRPr="0073280F" w:rsidRDefault="0073280F" w:rsidP="0073280F">
      <w:pPr>
        <w:rPr>
          <w:b/>
        </w:rPr>
      </w:pPr>
      <w:r w:rsidRPr="0073280F">
        <w:rPr>
          <w:b/>
        </w:rPr>
        <w:t xml:space="preserve">Votre </w:t>
      </w:r>
      <w:r w:rsidR="004177F4">
        <w:rPr>
          <w:b/>
        </w:rPr>
        <w:t>réclamation</w:t>
      </w:r>
      <w:r w:rsidRPr="0073280F">
        <w:rPr>
          <w:b/>
        </w:rPr>
        <w:t xml:space="preserve"> du 3 juin 2016</w:t>
      </w:r>
    </w:p>
    <w:p w:rsidR="0073280F" w:rsidRDefault="0073280F" w:rsidP="0073280F"/>
    <w:p w:rsidR="0073280F" w:rsidRDefault="0073280F" w:rsidP="0073280F"/>
    <w:p w:rsidR="0073280F" w:rsidRDefault="0073280F" w:rsidP="0073280F">
      <w:r>
        <w:t>Monsieur,</w:t>
      </w:r>
    </w:p>
    <w:p w:rsidR="0073280F" w:rsidRDefault="0073280F" w:rsidP="0073280F"/>
    <w:p w:rsidR="0073280F" w:rsidRDefault="0073280F" w:rsidP="0073280F">
      <w:r>
        <w:t xml:space="preserve">La lettre susmentionnée nous est bien parvenue et a </w:t>
      </w:r>
      <w:r w:rsidR="006458BA">
        <w:t>retenu</w:t>
      </w:r>
      <w:r>
        <w:t xml:space="preserve"> toute notre attention. Nous sommes absolume</w:t>
      </w:r>
      <w:r w:rsidR="001E3DE6">
        <w:t xml:space="preserve">nt désolés des erreurs commises lors de la livraison </w:t>
      </w:r>
      <w:r w:rsidR="00235C4B">
        <w:t xml:space="preserve">de la couronne de fleurs </w:t>
      </w:r>
      <w:r w:rsidR="001E3DE6">
        <w:t>le 1</w:t>
      </w:r>
      <w:r w:rsidR="001E3DE6" w:rsidRPr="001E3DE6">
        <w:rPr>
          <w:vertAlign w:val="superscript"/>
        </w:rPr>
        <w:t>er</w:t>
      </w:r>
      <w:r w:rsidR="001E3DE6">
        <w:t xml:space="preserve"> juin.</w:t>
      </w:r>
    </w:p>
    <w:p w:rsidR="0073280F" w:rsidRDefault="0073280F" w:rsidP="0073280F"/>
    <w:p w:rsidR="0073280F" w:rsidRDefault="00001750" w:rsidP="0073280F">
      <w:r>
        <w:t>Le</w:t>
      </w:r>
      <w:r w:rsidR="0073280F">
        <w:t xml:space="preserve"> prénom de votre frère</w:t>
      </w:r>
      <w:r w:rsidR="00AF18DB">
        <w:t xml:space="preserve"> </w:t>
      </w:r>
      <w:r>
        <w:t>a été mal orthographié en raison</w:t>
      </w:r>
      <w:r w:rsidR="00AF18DB">
        <w:t xml:space="preserve"> </w:t>
      </w:r>
      <w:r>
        <w:t>d’u</w:t>
      </w:r>
      <w:r w:rsidR="00AF18DB">
        <w:t>ne mauvaise communication</w:t>
      </w:r>
      <w:r>
        <w:t xml:space="preserve"> entre nos collaborateurs</w:t>
      </w:r>
      <w:r w:rsidR="0073280F">
        <w:t>. En effet</w:t>
      </w:r>
      <w:r w:rsidR="00743FB5">
        <w:t>,</w:t>
      </w:r>
      <w:r w:rsidR="0073280F">
        <w:t xml:space="preserve"> la personne qui a pris votre commande au téléphone a donné un document manuscrit à l’employé chargé de rédiger les inscriptions sur le ruban. Ce dernier </w:t>
      </w:r>
      <w:r>
        <w:t>n’a pas bien lu</w:t>
      </w:r>
      <w:r w:rsidR="0073280F">
        <w:t xml:space="preserve"> le texte et a confondu les deux prénoms. </w:t>
      </w:r>
      <w:r w:rsidR="00AF18DB">
        <w:t xml:space="preserve">Désormais, </w:t>
      </w:r>
      <w:r w:rsidR="005C6CB9">
        <w:t>les commandes seront rédigées informatiquement</w:t>
      </w:r>
      <w:r w:rsidR="00AF18DB">
        <w:t xml:space="preserve"> </w:t>
      </w:r>
      <w:r w:rsidR="0073280F">
        <w:t xml:space="preserve">afin d’éviter toute </w:t>
      </w:r>
      <w:r w:rsidR="006458BA">
        <w:t>confusion</w:t>
      </w:r>
      <w:r w:rsidR="0073280F">
        <w:t xml:space="preserve"> de lecture.</w:t>
      </w:r>
    </w:p>
    <w:p w:rsidR="001E3DE6" w:rsidRDefault="001E3DE6" w:rsidP="0073280F"/>
    <w:p w:rsidR="001E3DE6" w:rsidRDefault="001E3DE6" w:rsidP="0073280F">
      <w:r>
        <w:t>De plus</w:t>
      </w:r>
      <w:r w:rsidR="00743FB5">
        <w:t>,</w:t>
      </w:r>
      <w:r>
        <w:t xml:space="preserve"> nous regrettons que </w:t>
      </w:r>
      <w:r w:rsidR="00001750">
        <w:t xml:space="preserve">la qualité des </w:t>
      </w:r>
      <w:r>
        <w:t xml:space="preserve">fleurs ne vous ait pas satisfait. Nous accordons une attention particulière à la </w:t>
      </w:r>
      <w:r w:rsidR="00805DCE">
        <w:t>fraicheur</w:t>
      </w:r>
      <w:r>
        <w:t xml:space="preserve"> de nos produits.</w:t>
      </w:r>
      <w:r w:rsidR="00FD691D">
        <w:t xml:space="preserve"> </w:t>
      </w:r>
      <w:r w:rsidR="006809F5">
        <w:t>Dans votre cas</w:t>
      </w:r>
      <w:r w:rsidR="00FD691D">
        <w:t>, les lys se sont flétris trop rapidement car le système de réserve d’eau dans les tigres n’a pas fonctionné.</w:t>
      </w:r>
      <w:r>
        <w:t xml:space="preserve"> </w:t>
      </w:r>
    </w:p>
    <w:p w:rsidR="0073280F" w:rsidRDefault="0073280F" w:rsidP="0073280F"/>
    <w:p w:rsidR="0073280F" w:rsidRDefault="001E3DE6" w:rsidP="0073280F">
      <w:r>
        <w:t>Ces</w:t>
      </w:r>
      <w:r w:rsidR="0073280F">
        <w:t xml:space="preserve"> erreur</w:t>
      </w:r>
      <w:r>
        <w:t>s ne peuvent</w:t>
      </w:r>
      <w:r w:rsidR="0073280F">
        <w:t xml:space="preserve"> </w:t>
      </w:r>
      <w:r>
        <w:t xml:space="preserve">plus </w:t>
      </w:r>
      <w:r w:rsidR="0073280F">
        <w:t>être corrigée</w:t>
      </w:r>
      <w:r>
        <w:t>s</w:t>
      </w:r>
      <w:r w:rsidR="0073280F">
        <w:t xml:space="preserve"> et nous en sommes profondément attristés. Pour essayer de réparer notre faute, nous annulons notre facture et vous ferons parvenir prochainement un arrangement floral.</w:t>
      </w:r>
    </w:p>
    <w:p w:rsidR="0073280F" w:rsidRDefault="0073280F" w:rsidP="0073280F"/>
    <w:p w:rsidR="0073280F" w:rsidRDefault="0073280F" w:rsidP="0073280F">
      <w:r>
        <w:t>Avec toutes nos excuses, nous vous présentons encore nos condoléances et vous prions d’agréer, Monsieur, nos salutations distinguées.</w:t>
      </w:r>
    </w:p>
    <w:p w:rsidR="0073280F" w:rsidRDefault="0073280F" w:rsidP="0073280F"/>
    <w:p w:rsidR="0073280F" w:rsidRDefault="0073280F" w:rsidP="0073280F"/>
    <w:p w:rsidR="0073280F" w:rsidRDefault="0073280F" w:rsidP="0073280F">
      <w:r>
        <w:tab/>
      </w:r>
      <w:proofErr w:type="spellStart"/>
      <w:proofErr w:type="gramStart"/>
      <w:r>
        <w:t>rapidesFleurs</w:t>
      </w:r>
      <w:proofErr w:type="spellEnd"/>
      <w:proofErr w:type="gramEnd"/>
    </w:p>
    <w:p w:rsidR="0073280F" w:rsidRDefault="0073280F" w:rsidP="0073280F"/>
    <w:p w:rsidR="0073280F" w:rsidRDefault="0073280F" w:rsidP="0073280F"/>
    <w:p w:rsidR="0073280F" w:rsidRDefault="0073280F" w:rsidP="0073280F"/>
    <w:p w:rsidR="0073280F" w:rsidRDefault="0073280F" w:rsidP="0073280F">
      <w:r>
        <w:tab/>
      </w:r>
      <w:proofErr w:type="gramStart"/>
      <w:r>
        <w:t>prénom</w:t>
      </w:r>
      <w:proofErr w:type="gramEnd"/>
      <w:r>
        <w:t xml:space="preserve"> nom de l’élève</w:t>
      </w:r>
    </w:p>
    <w:p w:rsidR="008E687B" w:rsidRDefault="008E687B" w:rsidP="0073280F">
      <w:r>
        <w:tab/>
        <w:t>Responsable service clients</w:t>
      </w:r>
    </w:p>
    <w:p w:rsidR="0073280F" w:rsidRDefault="0073280F" w:rsidP="0073280F">
      <w:bookmarkStart w:id="0" w:name="_GoBack"/>
      <w:bookmarkEnd w:id="0"/>
    </w:p>
    <w:sectPr w:rsidR="0073280F" w:rsidSect="001E720B">
      <w:headerReference w:type="default" r:id="rId6"/>
      <w:pgSz w:w="11906" w:h="16838" w:code="9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C5D" w:rsidRDefault="00267C5D" w:rsidP="00F00912">
      <w:r>
        <w:separator/>
      </w:r>
    </w:p>
  </w:endnote>
  <w:endnote w:type="continuationSeparator" w:id="0">
    <w:p w:rsidR="00267C5D" w:rsidRDefault="00267C5D" w:rsidP="00F00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charset w:val="4E"/>
    <w:family w:val="auto"/>
    <w:pitch w:val="variable"/>
    <w:sig w:usb0="00000001" w:usb1="08070000" w:usb2="00000010" w:usb3="00000000" w:csb0="00020000" w:csb1="00000000"/>
  </w:font>
  <w:font w:name="ＭＳ Ｐ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C5D" w:rsidRDefault="00267C5D" w:rsidP="00F00912">
      <w:r>
        <w:separator/>
      </w:r>
    </w:p>
  </w:footnote>
  <w:footnote w:type="continuationSeparator" w:id="0">
    <w:p w:rsidR="00267C5D" w:rsidRDefault="00267C5D" w:rsidP="00F00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912" w:rsidRPr="001E720B" w:rsidRDefault="001E720B" w:rsidP="001E720B">
    <w:pPr>
      <w:rPr>
        <w:rFonts w:ascii="Arial Black" w:hAnsi="Arial Black"/>
        <w:sz w:val="36"/>
        <w:szCs w:val="36"/>
      </w:rPr>
    </w:pPr>
    <w:r w:rsidRPr="00DF0C20">
      <w:rPr>
        <w:rFonts w:ascii="Arial Black" w:hAnsi="Arial Black"/>
        <w:i/>
        <w:noProof/>
        <w:sz w:val="36"/>
        <w:szCs w:val="36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-1270</wp:posOffset>
          </wp:positionV>
          <wp:extent cx="1247775" cy="727710"/>
          <wp:effectExtent l="0" t="0" r="9525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pidesFleurs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7775" cy="7277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8E687B">
      <w:rPr>
        <w:rFonts w:ascii="Arial Black" w:hAnsi="Arial Black"/>
        <w:i/>
        <w:smallCaps/>
        <w:sz w:val="36"/>
        <w:szCs w:val="36"/>
      </w:rPr>
      <w:t>r</w:t>
    </w:r>
    <w:r w:rsidR="00F00912" w:rsidRPr="00DF0C20">
      <w:rPr>
        <w:rFonts w:ascii="Arial Black" w:hAnsi="Arial Black"/>
        <w:i/>
        <w:smallCaps/>
        <w:sz w:val="36"/>
        <w:szCs w:val="36"/>
      </w:rPr>
      <w:t>apidesFleurs</w:t>
    </w:r>
    <w:proofErr w:type="spellEnd"/>
  </w:p>
  <w:p w:rsidR="00F00912" w:rsidRPr="001E720B" w:rsidRDefault="00F00912" w:rsidP="001E720B">
    <w:pPr>
      <w:rPr>
        <w:sz w:val="24"/>
        <w:szCs w:val="24"/>
      </w:rPr>
    </w:pPr>
    <w:proofErr w:type="spellStart"/>
    <w:r w:rsidRPr="001E720B">
      <w:rPr>
        <w:sz w:val="24"/>
        <w:szCs w:val="24"/>
      </w:rPr>
      <w:t>Grand'Rue</w:t>
    </w:r>
    <w:proofErr w:type="spellEnd"/>
    <w:r w:rsidR="001E720B" w:rsidRPr="001E720B">
      <w:rPr>
        <w:sz w:val="24"/>
        <w:szCs w:val="24"/>
      </w:rPr>
      <w:t xml:space="preserve"> 7</w:t>
    </w:r>
  </w:p>
  <w:p w:rsidR="00F00912" w:rsidRPr="001E720B" w:rsidRDefault="00F00912" w:rsidP="001E720B">
    <w:pPr>
      <w:spacing w:after="120"/>
      <w:rPr>
        <w:rFonts w:ascii="Arial Black" w:hAnsi="Arial Black"/>
        <w:sz w:val="28"/>
        <w:szCs w:val="28"/>
      </w:rPr>
    </w:pPr>
    <w:r w:rsidRPr="001E720B">
      <w:rPr>
        <w:rFonts w:ascii="Arial Black" w:hAnsi="Arial Black"/>
        <w:sz w:val="28"/>
        <w:szCs w:val="28"/>
      </w:rPr>
      <w:t xml:space="preserve">1896 </w:t>
    </w:r>
    <w:proofErr w:type="spellStart"/>
    <w:r w:rsidRPr="001E720B">
      <w:rPr>
        <w:rFonts w:ascii="Arial Black" w:hAnsi="Arial Black"/>
        <w:sz w:val="28"/>
        <w:szCs w:val="28"/>
      </w:rPr>
      <w:t>Vouvry</w:t>
    </w:r>
    <w:proofErr w:type="spellEnd"/>
  </w:p>
  <w:p w:rsidR="00F00912" w:rsidRPr="001E720B" w:rsidRDefault="00F00912" w:rsidP="001E720B">
    <w:pPr>
      <w:rPr>
        <w:i/>
      </w:rPr>
    </w:pPr>
    <w:r w:rsidRPr="001E720B">
      <w:rPr>
        <w:i/>
      </w:rPr>
      <w:t>info@rapidesfleurs.ch</w:t>
    </w:r>
    <w:r w:rsidR="001E720B" w:rsidRPr="001E720B">
      <w:rPr>
        <w:i/>
      </w:rPr>
      <w:ptab w:relativeTo="margin" w:alignment="right" w:leader="none"/>
    </w:r>
    <w:r w:rsidRPr="001E720B">
      <w:rPr>
        <w:i/>
      </w:rPr>
      <w:t>Tél : 0041 24 481 33 11</w:t>
    </w:r>
    <w:r w:rsidR="001E720B" w:rsidRPr="001E720B">
      <w:rPr>
        <w:i/>
      </w:rPr>
      <w:t xml:space="preserve"> - </w:t>
    </w:r>
    <w:r w:rsidRPr="001E720B">
      <w:rPr>
        <w:i/>
      </w:rPr>
      <w:t>Fax : 0041 24 481 33 12</w:t>
    </w:r>
  </w:p>
  <w:p w:rsidR="00F00912" w:rsidRDefault="00F00912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73280F"/>
    <w:rsid w:val="00001750"/>
    <w:rsid w:val="00015A7E"/>
    <w:rsid w:val="00027FEB"/>
    <w:rsid w:val="00036A1B"/>
    <w:rsid w:val="00036DD0"/>
    <w:rsid w:val="000963E0"/>
    <w:rsid w:val="000A30BA"/>
    <w:rsid w:val="000B318C"/>
    <w:rsid w:val="000C7F41"/>
    <w:rsid w:val="001552DF"/>
    <w:rsid w:val="00156976"/>
    <w:rsid w:val="00193B49"/>
    <w:rsid w:val="001D261A"/>
    <w:rsid w:val="001E3612"/>
    <w:rsid w:val="001E3DE6"/>
    <w:rsid w:val="001E720B"/>
    <w:rsid w:val="00213443"/>
    <w:rsid w:val="00221A5E"/>
    <w:rsid w:val="00235C4B"/>
    <w:rsid w:val="00257E3C"/>
    <w:rsid w:val="00267C5D"/>
    <w:rsid w:val="00273582"/>
    <w:rsid w:val="00273605"/>
    <w:rsid w:val="002A3727"/>
    <w:rsid w:val="002A380C"/>
    <w:rsid w:val="002B1ED7"/>
    <w:rsid w:val="002B262A"/>
    <w:rsid w:val="002D4A74"/>
    <w:rsid w:val="00303A87"/>
    <w:rsid w:val="0031041E"/>
    <w:rsid w:val="00315669"/>
    <w:rsid w:val="00317211"/>
    <w:rsid w:val="00333375"/>
    <w:rsid w:val="00340258"/>
    <w:rsid w:val="00363B5D"/>
    <w:rsid w:val="003734D9"/>
    <w:rsid w:val="00393554"/>
    <w:rsid w:val="003A0678"/>
    <w:rsid w:val="003C6425"/>
    <w:rsid w:val="003D13B1"/>
    <w:rsid w:val="003D2FF5"/>
    <w:rsid w:val="003E47A2"/>
    <w:rsid w:val="003F3D05"/>
    <w:rsid w:val="00402C58"/>
    <w:rsid w:val="00411027"/>
    <w:rsid w:val="00416C48"/>
    <w:rsid w:val="004177F4"/>
    <w:rsid w:val="004333DC"/>
    <w:rsid w:val="00447CA5"/>
    <w:rsid w:val="00460C15"/>
    <w:rsid w:val="004648F3"/>
    <w:rsid w:val="004B69E4"/>
    <w:rsid w:val="004D5F3A"/>
    <w:rsid w:val="004E2853"/>
    <w:rsid w:val="00543C7E"/>
    <w:rsid w:val="005C6CB9"/>
    <w:rsid w:val="005D6C10"/>
    <w:rsid w:val="00613A93"/>
    <w:rsid w:val="006458BA"/>
    <w:rsid w:val="006548FD"/>
    <w:rsid w:val="006809F5"/>
    <w:rsid w:val="006C4A6C"/>
    <w:rsid w:val="006C66D6"/>
    <w:rsid w:val="006F127E"/>
    <w:rsid w:val="006F3D07"/>
    <w:rsid w:val="00707EDB"/>
    <w:rsid w:val="0073280F"/>
    <w:rsid w:val="00743FB5"/>
    <w:rsid w:val="00770516"/>
    <w:rsid w:val="00782395"/>
    <w:rsid w:val="0078393D"/>
    <w:rsid w:val="007A141D"/>
    <w:rsid w:val="007B3159"/>
    <w:rsid w:val="007C5C73"/>
    <w:rsid w:val="007E0E5C"/>
    <w:rsid w:val="00805DCE"/>
    <w:rsid w:val="008146F8"/>
    <w:rsid w:val="0082750E"/>
    <w:rsid w:val="00843BC5"/>
    <w:rsid w:val="00893213"/>
    <w:rsid w:val="00895F9F"/>
    <w:rsid w:val="008E687B"/>
    <w:rsid w:val="008F0A56"/>
    <w:rsid w:val="009018E4"/>
    <w:rsid w:val="009068B1"/>
    <w:rsid w:val="0091745E"/>
    <w:rsid w:val="00924DB6"/>
    <w:rsid w:val="00942E19"/>
    <w:rsid w:val="00952111"/>
    <w:rsid w:val="00952990"/>
    <w:rsid w:val="00973977"/>
    <w:rsid w:val="009D1C63"/>
    <w:rsid w:val="009D43F4"/>
    <w:rsid w:val="009D5B40"/>
    <w:rsid w:val="00A75910"/>
    <w:rsid w:val="00A83AEE"/>
    <w:rsid w:val="00A8698D"/>
    <w:rsid w:val="00A93F50"/>
    <w:rsid w:val="00AA1CE9"/>
    <w:rsid w:val="00AA3545"/>
    <w:rsid w:val="00AC4DAF"/>
    <w:rsid w:val="00AF09A3"/>
    <w:rsid w:val="00AF18DB"/>
    <w:rsid w:val="00AF25DB"/>
    <w:rsid w:val="00AF4F09"/>
    <w:rsid w:val="00B164FF"/>
    <w:rsid w:val="00B42168"/>
    <w:rsid w:val="00B729C5"/>
    <w:rsid w:val="00B81AA8"/>
    <w:rsid w:val="00BA3861"/>
    <w:rsid w:val="00BB7579"/>
    <w:rsid w:val="00BC24BC"/>
    <w:rsid w:val="00BC4709"/>
    <w:rsid w:val="00BE5165"/>
    <w:rsid w:val="00C3026A"/>
    <w:rsid w:val="00C41EED"/>
    <w:rsid w:val="00C55B72"/>
    <w:rsid w:val="00C567CA"/>
    <w:rsid w:val="00C56DD4"/>
    <w:rsid w:val="00CB5204"/>
    <w:rsid w:val="00CB6989"/>
    <w:rsid w:val="00CC20BC"/>
    <w:rsid w:val="00CD0B44"/>
    <w:rsid w:val="00D02253"/>
    <w:rsid w:val="00D30004"/>
    <w:rsid w:val="00D307B6"/>
    <w:rsid w:val="00D351BF"/>
    <w:rsid w:val="00D77F9F"/>
    <w:rsid w:val="00DC11D3"/>
    <w:rsid w:val="00DD6957"/>
    <w:rsid w:val="00DE6942"/>
    <w:rsid w:val="00DE7E51"/>
    <w:rsid w:val="00DF0C20"/>
    <w:rsid w:val="00E70443"/>
    <w:rsid w:val="00E948F4"/>
    <w:rsid w:val="00EA00C0"/>
    <w:rsid w:val="00EC341D"/>
    <w:rsid w:val="00F00912"/>
    <w:rsid w:val="00F10FA2"/>
    <w:rsid w:val="00F1315F"/>
    <w:rsid w:val="00F16062"/>
    <w:rsid w:val="00F37BC0"/>
    <w:rsid w:val="00F64146"/>
    <w:rsid w:val="00FA004B"/>
    <w:rsid w:val="00FC363F"/>
    <w:rsid w:val="00FD6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912"/>
    <w:pPr>
      <w:tabs>
        <w:tab w:val="left" w:pos="5387"/>
      </w:tabs>
      <w:spacing w:after="0" w:line="240" w:lineRule="auto"/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912"/>
    <w:rPr>
      <w:rFonts w:ascii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F00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912"/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72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72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912"/>
    <w:pPr>
      <w:tabs>
        <w:tab w:val="left" w:pos="5387"/>
      </w:tabs>
      <w:spacing w:after="0" w:line="240" w:lineRule="auto"/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0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00912"/>
    <w:rPr>
      <w:rFonts w:ascii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F00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00912"/>
    <w:rPr>
      <w:rFonts w:ascii="Times New Roman" w:hAnsi="Times New Roman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E72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72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ybos\Dropbox\CFC-groupe%20auteurs\CFC%202016\A%20rendre%20pour%20le%2014%20decembre\Communication\Serie%201\rapidesFleurs%20papier%20lettr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rapidesFleurs papier lettres.dotx</Template>
  <TotalTime>4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Groupe auteurs ICA</dc:creator>
  <cp:revision>14</cp:revision>
  <cp:lastPrinted>2015-11-24T08:54:00Z</cp:lastPrinted>
  <dcterms:created xsi:type="dcterms:W3CDTF">2015-11-20T14:59:00Z</dcterms:created>
  <dcterms:modified xsi:type="dcterms:W3CDTF">2016-01-28T09:48:00Z</dcterms:modified>
</cp:coreProperties>
</file>